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0DB" w:rsidRDefault="001E30DB" w:rsidP="00772112">
      <w:pPr>
        <w:ind w:left="-993" w:right="-1475"/>
        <w:jc w:val="center"/>
        <w:rPr>
          <w:b/>
        </w:rPr>
      </w:pPr>
      <w:r>
        <w:rPr>
          <w:b/>
        </w:rPr>
        <w:t>Noemi Reynolds</w:t>
      </w:r>
    </w:p>
    <w:p w:rsidR="00792392" w:rsidRDefault="00772112" w:rsidP="00772112">
      <w:pPr>
        <w:ind w:left="-993" w:right="-1475"/>
        <w:jc w:val="center"/>
        <w:rPr>
          <w:b/>
        </w:rPr>
      </w:pPr>
      <w:r w:rsidRPr="00772112">
        <w:rPr>
          <w:b/>
        </w:rPr>
        <w:t xml:space="preserve"> </w:t>
      </w:r>
      <w:r w:rsidR="00C33699" w:rsidRPr="00772112">
        <w:rPr>
          <w:b/>
        </w:rPr>
        <w:t>20</w:t>
      </w:r>
      <w:r w:rsidR="00900161" w:rsidRPr="00772112">
        <w:rPr>
          <w:b/>
        </w:rPr>
        <w:t>1</w:t>
      </w:r>
      <w:r w:rsidR="00C903E6">
        <w:rPr>
          <w:b/>
        </w:rPr>
        <w:t>8</w:t>
      </w:r>
      <w:r w:rsidR="00900161" w:rsidRPr="00772112">
        <w:rPr>
          <w:b/>
        </w:rPr>
        <w:t xml:space="preserve"> classes</w:t>
      </w:r>
    </w:p>
    <w:p w:rsidR="001E30DB" w:rsidRDefault="001E30DB" w:rsidP="00772112">
      <w:pPr>
        <w:ind w:left="-993" w:right="-1475"/>
        <w:jc w:val="center"/>
        <w:rPr>
          <w:b/>
        </w:rPr>
      </w:pPr>
      <w:r>
        <w:rPr>
          <w:b/>
        </w:rPr>
        <w:t>Maths</w:t>
      </w:r>
    </w:p>
    <w:p w:rsidR="006E468A" w:rsidRDefault="006E468A" w:rsidP="00772112">
      <w:pPr>
        <w:ind w:left="-993" w:right="-1475"/>
        <w:jc w:val="center"/>
        <w:rPr>
          <w:b/>
        </w:rPr>
      </w:pPr>
    </w:p>
    <w:p w:rsidR="006E468A" w:rsidRDefault="006E468A" w:rsidP="006E468A">
      <w:pPr>
        <w:ind w:left="-993" w:right="-1475"/>
        <w:rPr>
          <w:b/>
        </w:rPr>
      </w:pPr>
      <w:r>
        <w:rPr>
          <w:b/>
        </w:rPr>
        <w:t>Year 7 Maths classes</w:t>
      </w:r>
    </w:p>
    <w:p w:rsidR="00772112" w:rsidRPr="004C7C85" w:rsidRDefault="00C903E6" w:rsidP="004C7C85">
      <w:pPr>
        <w:ind w:left="-993" w:right="-1475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5 Feb</w:t>
      </w:r>
      <w:r w:rsidR="005E1F33">
        <w:rPr>
          <w:b/>
          <w:sz w:val="16"/>
          <w:szCs w:val="16"/>
        </w:rPr>
        <w:t xml:space="preserve"> 201</w:t>
      </w:r>
      <w:r>
        <w:rPr>
          <w:b/>
          <w:sz w:val="16"/>
          <w:szCs w:val="16"/>
        </w:rPr>
        <w:t>8</w:t>
      </w:r>
    </w:p>
    <w:tbl>
      <w:tblPr>
        <w:tblStyle w:val="TableGrid"/>
        <w:tblW w:w="825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375"/>
        <w:gridCol w:w="2374"/>
        <w:gridCol w:w="1808"/>
        <w:gridCol w:w="1702"/>
      </w:tblGrid>
      <w:tr w:rsidR="00826555" w:rsidTr="00826555">
        <w:tc>
          <w:tcPr>
            <w:tcW w:w="2375" w:type="dxa"/>
          </w:tcPr>
          <w:p w:rsidR="00826555" w:rsidRDefault="00826555" w:rsidP="00F95500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</w:t>
            </w:r>
            <w:r w:rsidRPr="007060F0">
              <w:rPr>
                <w:b/>
              </w:rPr>
              <w:t>1</w:t>
            </w:r>
            <w:r>
              <w:rPr>
                <w:b/>
              </w:rPr>
              <w:t>.1</w:t>
            </w:r>
          </w:p>
          <w:p w:rsidR="00826555" w:rsidRPr="004012D2" w:rsidRDefault="00826555" w:rsidP="00C903E6">
            <w:pPr>
              <w:ind w:left="-80" w:right="-84"/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Mon 12:10 – 1:30</w:t>
            </w:r>
          </w:p>
        </w:tc>
        <w:tc>
          <w:tcPr>
            <w:tcW w:w="2374" w:type="dxa"/>
          </w:tcPr>
          <w:p w:rsidR="00826555" w:rsidRDefault="00826555" w:rsidP="00F95500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</w:t>
            </w:r>
            <w:r w:rsidRPr="007060F0">
              <w:rPr>
                <w:b/>
              </w:rPr>
              <w:t>1</w:t>
            </w:r>
            <w:r>
              <w:rPr>
                <w:b/>
              </w:rPr>
              <w:t>.2</w:t>
            </w:r>
          </w:p>
          <w:p w:rsidR="00826555" w:rsidRPr="007060F0" w:rsidRDefault="00826555" w:rsidP="00F95500">
            <w:pPr>
              <w:ind w:left="-80" w:right="-84"/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Mon 2:20 – 3:00</w:t>
            </w:r>
          </w:p>
        </w:tc>
        <w:tc>
          <w:tcPr>
            <w:tcW w:w="1808" w:type="dxa"/>
            <w:tcBorders>
              <w:right w:val="single" w:sz="4" w:space="0" w:color="auto"/>
            </w:tcBorders>
          </w:tcPr>
          <w:p w:rsidR="00826555" w:rsidRDefault="00826555" w:rsidP="004012D2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</w:t>
            </w:r>
            <w:r w:rsidRPr="007060F0">
              <w:rPr>
                <w:b/>
              </w:rPr>
              <w:t>1</w:t>
            </w:r>
            <w:r>
              <w:rPr>
                <w:b/>
              </w:rPr>
              <w:t>.3</w:t>
            </w:r>
          </w:p>
          <w:p w:rsidR="00826555" w:rsidRPr="007060F0" w:rsidRDefault="00826555" w:rsidP="00C903E6">
            <w:pPr>
              <w:ind w:left="-80" w:right="-84"/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Tues 9:00 – 9:40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826555" w:rsidRDefault="00826555" w:rsidP="00C903E6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</w:t>
            </w:r>
            <w:r w:rsidRPr="007060F0">
              <w:rPr>
                <w:b/>
              </w:rPr>
              <w:t>1</w:t>
            </w:r>
            <w:r>
              <w:rPr>
                <w:b/>
              </w:rPr>
              <w:t>.4</w:t>
            </w:r>
          </w:p>
          <w:p w:rsidR="00826555" w:rsidRDefault="00826555" w:rsidP="00C903E6">
            <w:pPr>
              <w:ind w:left="-80" w:right="-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 2:30 – 3:10</w:t>
            </w:r>
          </w:p>
        </w:tc>
      </w:tr>
      <w:tr w:rsidR="006E468A" w:rsidTr="00B11228">
        <w:trPr>
          <w:trHeight w:val="1282"/>
        </w:trPr>
        <w:tc>
          <w:tcPr>
            <w:tcW w:w="2375" w:type="dxa"/>
          </w:tcPr>
          <w:p w:rsidR="006E468A" w:rsidRDefault="006E468A" w:rsidP="00032EEA">
            <w:pPr>
              <w:ind w:right="-15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Esperance</w:t>
            </w:r>
          </w:p>
          <w:p w:rsidR="006E468A" w:rsidRDefault="006E468A" w:rsidP="00032EEA">
            <w:pPr>
              <w:ind w:right="-15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Port Hedland</w:t>
            </w:r>
          </w:p>
          <w:p w:rsidR="006E468A" w:rsidRPr="00F6475D" w:rsidRDefault="006E468A" w:rsidP="00032EEA">
            <w:pPr>
              <w:ind w:right="-155"/>
              <w:rPr>
                <w:color w:val="000000"/>
                <w:sz w:val="18"/>
                <w:szCs w:val="18"/>
              </w:rPr>
            </w:pPr>
          </w:p>
        </w:tc>
        <w:tc>
          <w:tcPr>
            <w:tcW w:w="2374" w:type="dxa"/>
          </w:tcPr>
          <w:p w:rsidR="006E468A" w:rsidRDefault="006E468A" w:rsidP="00032EEA">
            <w:pPr>
              <w:ind w:left="-37" w:right="-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Albany (L, N, X)</w:t>
            </w:r>
          </w:p>
          <w:p w:rsidR="006E468A" w:rsidRDefault="006E468A" w:rsidP="00032EEA">
            <w:pPr>
              <w:ind w:left="-37" w:right="-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Bruce Rock </w:t>
            </w:r>
          </w:p>
          <w:p w:rsidR="006E468A" w:rsidRDefault="006E468A" w:rsidP="00032EEA">
            <w:pPr>
              <w:ind w:left="-37" w:right="-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Xmas Is</w:t>
            </w:r>
          </w:p>
          <w:p w:rsidR="006E468A" w:rsidRPr="00F6475D" w:rsidRDefault="006E468A" w:rsidP="00032EEA">
            <w:pPr>
              <w:ind w:left="-37" w:right="-60"/>
              <w:rPr>
                <w:color w:val="000000"/>
                <w:sz w:val="18"/>
                <w:szCs w:val="18"/>
              </w:rPr>
            </w:pPr>
          </w:p>
        </w:tc>
        <w:tc>
          <w:tcPr>
            <w:tcW w:w="1808" w:type="dxa"/>
            <w:tcBorders>
              <w:right w:val="single" w:sz="4" w:space="0" w:color="auto"/>
            </w:tcBorders>
          </w:tcPr>
          <w:p w:rsidR="006E468A" w:rsidRDefault="006E468A" w:rsidP="004369DE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Albany (F, I)</w:t>
            </w:r>
          </w:p>
          <w:p w:rsidR="006E468A" w:rsidRDefault="006E468A" w:rsidP="004369DE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Exmouth</w:t>
            </w:r>
          </w:p>
          <w:p w:rsidR="006E468A" w:rsidRDefault="006E468A" w:rsidP="004369DE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Jurien</w:t>
            </w:r>
          </w:p>
          <w:p w:rsidR="006E468A" w:rsidRDefault="006E468A" w:rsidP="004369DE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Newman</w:t>
            </w:r>
          </w:p>
          <w:p w:rsidR="006E468A" w:rsidRDefault="006E468A" w:rsidP="004369DE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Northam</w:t>
            </w:r>
          </w:p>
          <w:p w:rsidR="006E468A" w:rsidRPr="00F6475D" w:rsidRDefault="006E468A" w:rsidP="004369DE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York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6E468A" w:rsidRDefault="006E468A" w:rsidP="004369DE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Denmark</w:t>
            </w:r>
          </w:p>
          <w:p w:rsidR="006E468A" w:rsidRDefault="006E468A" w:rsidP="00C903E6">
            <w:pPr>
              <w:ind w:left="-37" w:right="-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John Wilcox</w:t>
            </w:r>
          </w:p>
          <w:p w:rsidR="007D5FF9" w:rsidRDefault="007D5FF9" w:rsidP="00C903E6">
            <w:pPr>
              <w:ind w:left="-37" w:right="-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SIDE</w:t>
            </w:r>
          </w:p>
          <w:p w:rsidR="006E468A" w:rsidRPr="00F6475D" w:rsidRDefault="006E468A" w:rsidP="004369DE">
            <w:pPr>
              <w:ind w:right="-108"/>
              <w:rPr>
                <w:color w:val="000000"/>
                <w:sz w:val="18"/>
                <w:szCs w:val="18"/>
              </w:rPr>
            </w:pPr>
          </w:p>
        </w:tc>
      </w:tr>
    </w:tbl>
    <w:p w:rsidR="008E7FAB" w:rsidRDefault="008E7FAB" w:rsidP="00425558">
      <w:pPr>
        <w:ind w:right="-1475"/>
        <w:rPr>
          <w:sz w:val="14"/>
          <w:szCs w:val="14"/>
        </w:rPr>
      </w:pPr>
    </w:p>
    <w:tbl>
      <w:tblPr>
        <w:tblStyle w:val="TableGrid"/>
        <w:tblW w:w="1077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984"/>
        <w:gridCol w:w="1843"/>
        <w:gridCol w:w="1843"/>
        <w:gridCol w:w="1843"/>
      </w:tblGrid>
      <w:tr w:rsidR="00C903E6" w:rsidRPr="007060F0" w:rsidTr="00C903E6">
        <w:tc>
          <w:tcPr>
            <w:tcW w:w="1702" w:type="dxa"/>
            <w:tcBorders>
              <w:left w:val="single" w:sz="4" w:space="0" w:color="auto"/>
            </w:tcBorders>
          </w:tcPr>
          <w:p w:rsidR="00C903E6" w:rsidRDefault="00C903E6" w:rsidP="00B03978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.2.1</w:t>
            </w:r>
          </w:p>
          <w:p w:rsidR="00C903E6" w:rsidRPr="007060F0" w:rsidRDefault="00C903E6" w:rsidP="00B03978">
            <w:pPr>
              <w:ind w:left="-80" w:right="-84"/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Thurs 8:50 – 9:30</w:t>
            </w:r>
          </w:p>
        </w:tc>
        <w:tc>
          <w:tcPr>
            <w:tcW w:w="1559" w:type="dxa"/>
          </w:tcPr>
          <w:p w:rsidR="00C903E6" w:rsidRDefault="00C903E6" w:rsidP="00B03978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.2.2</w:t>
            </w:r>
          </w:p>
          <w:p w:rsidR="00C903E6" w:rsidRPr="005E1F33" w:rsidRDefault="00C903E6" w:rsidP="00C903E6">
            <w:pPr>
              <w:ind w:left="-80" w:right="-84"/>
              <w:jc w:val="center"/>
              <w:rPr>
                <w:sz w:val="18"/>
                <w:szCs w:val="18"/>
              </w:rPr>
            </w:pPr>
            <w:r w:rsidRPr="005E1F33">
              <w:rPr>
                <w:sz w:val="18"/>
                <w:szCs w:val="18"/>
              </w:rPr>
              <w:t xml:space="preserve">Thurs </w:t>
            </w:r>
            <w:r>
              <w:rPr>
                <w:sz w:val="18"/>
                <w:szCs w:val="18"/>
              </w:rPr>
              <w:t>1:00 – 1:40</w:t>
            </w:r>
          </w:p>
        </w:tc>
        <w:tc>
          <w:tcPr>
            <w:tcW w:w="1984" w:type="dxa"/>
          </w:tcPr>
          <w:p w:rsidR="00C903E6" w:rsidRDefault="00C903E6" w:rsidP="00B03978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.2.3</w:t>
            </w:r>
          </w:p>
          <w:p w:rsidR="00C903E6" w:rsidRPr="007060F0" w:rsidRDefault="00C903E6" w:rsidP="00C903E6">
            <w:pPr>
              <w:ind w:left="-80" w:right="-84"/>
              <w:jc w:val="center"/>
              <w:rPr>
                <w:b/>
              </w:rPr>
            </w:pPr>
            <w:r w:rsidRPr="005E1F33">
              <w:rPr>
                <w:sz w:val="18"/>
                <w:szCs w:val="18"/>
              </w:rPr>
              <w:t xml:space="preserve">Thurs </w:t>
            </w:r>
            <w:r>
              <w:rPr>
                <w:sz w:val="18"/>
                <w:szCs w:val="18"/>
              </w:rPr>
              <w:t>1:40 – 2:20</w:t>
            </w:r>
          </w:p>
        </w:tc>
        <w:tc>
          <w:tcPr>
            <w:tcW w:w="1843" w:type="dxa"/>
          </w:tcPr>
          <w:p w:rsidR="00C903E6" w:rsidRDefault="00C903E6" w:rsidP="00AA4165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.2.4</w:t>
            </w:r>
          </w:p>
          <w:p w:rsidR="00C903E6" w:rsidRPr="007060F0" w:rsidRDefault="00C903E6" w:rsidP="00826555">
            <w:pPr>
              <w:ind w:left="-80" w:right="-84"/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Fri 11:</w:t>
            </w:r>
            <w:r w:rsidR="0082655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0 – </w:t>
            </w:r>
            <w:r w:rsidR="00826555">
              <w:rPr>
                <w:sz w:val="18"/>
                <w:szCs w:val="18"/>
              </w:rPr>
              <w:t>11:50</w:t>
            </w:r>
          </w:p>
        </w:tc>
        <w:tc>
          <w:tcPr>
            <w:tcW w:w="1843" w:type="dxa"/>
          </w:tcPr>
          <w:p w:rsidR="00C903E6" w:rsidRDefault="00C903E6" w:rsidP="00C903E6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.2.5</w:t>
            </w:r>
          </w:p>
          <w:p w:rsidR="00C903E6" w:rsidRPr="007060F0" w:rsidRDefault="00C903E6" w:rsidP="00C903E6">
            <w:pPr>
              <w:ind w:left="-80" w:right="-84"/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Fri 1:30 – 2:10</w:t>
            </w:r>
          </w:p>
        </w:tc>
        <w:tc>
          <w:tcPr>
            <w:tcW w:w="1843" w:type="dxa"/>
          </w:tcPr>
          <w:p w:rsidR="00C903E6" w:rsidRDefault="00C903E6" w:rsidP="00C903E6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.2.6</w:t>
            </w:r>
          </w:p>
          <w:p w:rsidR="00C903E6" w:rsidRDefault="00C903E6" w:rsidP="00C903E6">
            <w:pPr>
              <w:ind w:left="-80" w:right="-8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Wk</w:t>
            </w:r>
            <w:proofErr w:type="spellEnd"/>
            <w:r>
              <w:rPr>
                <w:sz w:val="18"/>
                <w:szCs w:val="18"/>
              </w:rPr>
              <w:t xml:space="preserve"> A Fri 2:20 – 3:00</w:t>
            </w:r>
          </w:p>
          <w:p w:rsidR="00C903E6" w:rsidRPr="007060F0" w:rsidRDefault="00C903E6" w:rsidP="00C903E6">
            <w:pPr>
              <w:ind w:left="-80" w:right="-84"/>
              <w:jc w:val="center"/>
              <w:rPr>
                <w:b/>
              </w:rPr>
            </w:pPr>
            <w:proofErr w:type="spellStart"/>
            <w:r>
              <w:rPr>
                <w:sz w:val="18"/>
                <w:szCs w:val="18"/>
              </w:rPr>
              <w:t>Wk</w:t>
            </w:r>
            <w:proofErr w:type="spellEnd"/>
            <w:r>
              <w:rPr>
                <w:sz w:val="18"/>
                <w:szCs w:val="18"/>
              </w:rPr>
              <w:t xml:space="preserve"> B Fri 10:10 – 10:50</w:t>
            </w:r>
          </w:p>
        </w:tc>
      </w:tr>
      <w:tr w:rsidR="006E468A" w:rsidRPr="00121009" w:rsidTr="00F50AAA">
        <w:trPr>
          <w:trHeight w:val="1363"/>
        </w:trPr>
        <w:tc>
          <w:tcPr>
            <w:tcW w:w="1702" w:type="dxa"/>
            <w:tcBorders>
              <w:left w:val="single" w:sz="4" w:space="0" w:color="auto"/>
            </w:tcBorders>
          </w:tcPr>
          <w:p w:rsidR="006E468A" w:rsidRDefault="006E468A" w:rsidP="009927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Albany (F, I)</w:t>
            </w:r>
          </w:p>
          <w:p w:rsidR="006E468A" w:rsidRDefault="006E468A" w:rsidP="009927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Denmark</w:t>
            </w:r>
          </w:p>
          <w:p w:rsidR="006E468A" w:rsidRDefault="006E468A" w:rsidP="009927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Esperance </w:t>
            </w:r>
          </w:p>
          <w:p w:rsidR="007D5FF9" w:rsidRDefault="007D5FF9" w:rsidP="009927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SIDE</w:t>
            </w:r>
          </w:p>
          <w:p w:rsidR="006E468A" w:rsidRPr="00F6475D" w:rsidRDefault="006E468A" w:rsidP="008265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6E468A" w:rsidRDefault="006E468A" w:rsidP="009927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Port Hedland</w:t>
            </w:r>
          </w:p>
          <w:p w:rsidR="006E468A" w:rsidRPr="00F6475D" w:rsidRDefault="006E468A" w:rsidP="009927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Narrogin</w:t>
            </w:r>
          </w:p>
        </w:tc>
        <w:tc>
          <w:tcPr>
            <w:tcW w:w="1984" w:type="dxa"/>
          </w:tcPr>
          <w:p w:rsidR="006E468A" w:rsidRDefault="006E468A" w:rsidP="00B0397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Newman</w:t>
            </w:r>
          </w:p>
          <w:p w:rsidR="006E468A" w:rsidRPr="00F6475D" w:rsidRDefault="006E468A" w:rsidP="00B0397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6E468A" w:rsidRDefault="006E468A" w:rsidP="009927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Bruce Rock</w:t>
            </w:r>
          </w:p>
          <w:p w:rsidR="006E468A" w:rsidRDefault="006E468A" w:rsidP="009927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Xmas Is</w:t>
            </w:r>
          </w:p>
          <w:p w:rsidR="006E468A" w:rsidRDefault="006E468A" w:rsidP="009927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Exmouth</w:t>
            </w:r>
          </w:p>
          <w:p w:rsidR="006E468A" w:rsidRPr="00F6475D" w:rsidRDefault="006E468A" w:rsidP="009927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York</w:t>
            </w:r>
          </w:p>
        </w:tc>
        <w:tc>
          <w:tcPr>
            <w:tcW w:w="1843" w:type="dxa"/>
          </w:tcPr>
          <w:p w:rsidR="006E468A" w:rsidRDefault="006E468A" w:rsidP="006C556D">
            <w:pPr>
              <w:ind w:left="-37" w:right="-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Albany (L, N, X)</w:t>
            </w:r>
          </w:p>
          <w:p w:rsidR="006E468A" w:rsidRPr="00F6475D" w:rsidRDefault="006E468A" w:rsidP="006C556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Northam</w:t>
            </w:r>
          </w:p>
        </w:tc>
        <w:tc>
          <w:tcPr>
            <w:tcW w:w="1843" w:type="dxa"/>
          </w:tcPr>
          <w:p w:rsidR="006E468A" w:rsidRDefault="006E468A" w:rsidP="009927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John Wilcox</w:t>
            </w:r>
          </w:p>
          <w:p w:rsidR="006E468A" w:rsidRPr="00F6475D" w:rsidRDefault="006E468A" w:rsidP="009927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Jurien Bay</w:t>
            </w:r>
          </w:p>
        </w:tc>
      </w:tr>
    </w:tbl>
    <w:p w:rsidR="000F232D" w:rsidRDefault="000F232D" w:rsidP="000F232D">
      <w:pPr>
        <w:ind w:left="-1560" w:right="-1475"/>
        <w:rPr>
          <w:sz w:val="14"/>
          <w:szCs w:val="14"/>
        </w:rPr>
      </w:pPr>
    </w:p>
    <w:p w:rsidR="0064361D" w:rsidRDefault="0064361D" w:rsidP="000F232D">
      <w:pPr>
        <w:ind w:left="-1560" w:right="-1475"/>
        <w:rPr>
          <w:sz w:val="14"/>
          <w:szCs w:val="14"/>
        </w:rPr>
      </w:pPr>
    </w:p>
    <w:p w:rsidR="0064361D" w:rsidRDefault="0064361D" w:rsidP="000F232D">
      <w:pPr>
        <w:ind w:left="-1560" w:right="-1475"/>
        <w:rPr>
          <w:sz w:val="14"/>
          <w:szCs w:val="14"/>
        </w:rPr>
      </w:pPr>
    </w:p>
    <w:p w:rsidR="0064361D" w:rsidRDefault="0064361D" w:rsidP="000F232D">
      <w:pPr>
        <w:ind w:left="-1560" w:right="-1475"/>
        <w:rPr>
          <w:sz w:val="14"/>
          <w:szCs w:val="14"/>
        </w:rPr>
      </w:pPr>
      <w:r>
        <w:rPr>
          <w:sz w:val="14"/>
          <w:szCs w:val="14"/>
        </w:rPr>
        <w:t xml:space="preserve">                Note:</w:t>
      </w:r>
    </w:p>
    <w:p w:rsidR="0064361D" w:rsidRDefault="0064361D" w:rsidP="0064361D">
      <w:pPr>
        <w:ind w:right="-1475"/>
        <w:rPr>
          <w:sz w:val="14"/>
          <w:szCs w:val="14"/>
        </w:rPr>
      </w:pPr>
      <w:r>
        <w:rPr>
          <w:sz w:val="14"/>
          <w:szCs w:val="14"/>
        </w:rPr>
        <w:t>To be negotiated by schools and students</w:t>
      </w:r>
    </w:p>
    <w:p w:rsidR="0064361D" w:rsidRDefault="0064361D" w:rsidP="0064361D">
      <w:pPr>
        <w:pStyle w:val="ListParagraph"/>
        <w:numPr>
          <w:ilvl w:val="0"/>
          <w:numId w:val="21"/>
        </w:numPr>
        <w:ind w:right="-1475"/>
        <w:rPr>
          <w:sz w:val="14"/>
          <w:szCs w:val="14"/>
        </w:rPr>
      </w:pPr>
      <w:r>
        <w:rPr>
          <w:sz w:val="14"/>
          <w:szCs w:val="14"/>
        </w:rPr>
        <w:t>Narrogin- MATHS LESSON 1</w:t>
      </w:r>
    </w:p>
    <w:p w:rsidR="00D2205B" w:rsidRDefault="00D2205B" w:rsidP="00D2205B">
      <w:pPr>
        <w:ind w:right="-1475"/>
        <w:rPr>
          <w:sz w:val="14"/>
          <w:szCs w:val="14"/>
        </w:rPr>
      </w:pPr>
    </w:p>
    <w:p w:rsidR="00D2205B" w:rsidRDefault="00D2205B" w:rsidP="00D2205B">
      <w:pPr>
        <w:ind w:right="-1475"/>
        <w:rPr>
          <w:sz w:val="14"/>
          <w:szCs w:val="14"/>
        </w:rPr>
      </w:pPr>
    </w:p>
    <w:p w:rsidR="00D2205B" w:rsidRDefault="00D2205B" w:rsidP="00D2205B">
      <w:pPr>
        <w:ind w:right="-1475"/>
        <w:rPr>
          <w:sz w:val="14"/>
          <w:szCs w:val="14"/>
        </w:rPr>
      </w:pPr>
    </w:p>
    <w:p w:rsidR="00D2205B" w:rsidRDefault="00D2205B" w:rsidP="00D2205B">
      <w:pPr>
        <w:ind w:right="-1475"/>
        <w:rPr>
          <w:sz w:val="14"/>
          <w:szCs w:val="14"/>
        </w:rPr>
      </w:pPr>
    </w:p>
    <w:p w:rsidR="00D2205B" w:rsidRDefault="00D2205B" w:rsidP="00D2205B">
      <w:pPr>
        <w:ind w:right="-1475"/>
        <w:rPr>
          <w:sz w:val="14"/>
          <w:szCs w:val="14"/>
        </w:rPr>
      </w:pPr>
    </w:p>
    <w:p w:rsidR="00D2205B" w:rsidRDefault="00D2205B" w:rsidP="00D2205B">
      <w:pPr>
        <w:ind w:right="-1475"/>
        <w:rPr>
          <w:sz w:val="14"/>
          <w:szCs w:val="14"/>
        </w:rPr>
      </w:pPr>
    </w:p>
    <w:p w:rsidR="00D2205B" w:rsidRDefault="00D2205B" w:rsidP="00D2205B">
      <w:pPr>
        <w:ind w:right="-1475"/>
        <w:rPr>
          <w:sz w:val="14"/>
          <w:szCs w:val="14"/>
        </w:rPr>
      </w:pPr>
    </w:p>
    <w:p w:rsidR="00D2205B" w:rsidRDefault="00D2205B" w:rsidP="00D2205B">
      <w:pPr>
        <w:ind w:left="-993" w:right="-1475"/>
        <w:jc w:val="center"/>
        <w:rPr>
          <w:b/>
        </w:rPr>
      </w:pPr>
      <w:r>
        <w:rPr>
          <w:b/>
        </w:rPr>
        <w:t>Annie S</w:t>
      </w:r>
    </w:p>
    <w:p w:rsidR="00D2205B" w:rsidRDefault="00D2205B" w:rsidP="00D2205B">
      <w:pPr>
        <w:ind w:left="-993" w:right="-1475"/>
        <w:jc w:val="center"/>
        <w:rPr>
          <w:b/>
        </w:rPr>
      </w:pPr>
      <w:r w:rsidRPr="00772112">
        <w:rPr>
          <w:b/>
        </w:rPr>
        <w:t xml:space="preserve">  201</w:t>
      </w:r>
      <w:r>
        <w:rPr>
          <w:b/>
        </w:rPr>
        <w:t>8</w:t>
      </w:r>
      <w:r w:rsidRPr="00772112">
        <w:rPr>
          <w:b/>
        </w:rPr>
        <w:t xml:space="preserve"> </w:t>
      </w:r>
    </w:p>
    <w:p w:rsidR="00D2205B" w:rsidRDefault="00D2205B" w:rsidP="00D2205B">
      <w:pPr>
        <w:ind w:left="-993" w:right="-1475"/>
        <w:jc w:val="center"/>
        <w:rPr>
          <w:b/>
        </w:rPr>
      </w:pPr>
      <w:r>
        <w:rPr>
          <w:b/>
        </w:rPr>
        <w:t xml:space="preserve">Science </w:t>
      </w:r>
      <w:r w:rsidRPr="00772112">
        <w:rPr>
          <w:b/>
        </w:rPr>
        <w:t>classes</w:t>
      </w:r>
    </w:p>
    <w:p w:rsidR="00D2205B" w:rsidRDefault="00D2205B" w:rsidP="00D2205B">
      <w:pPr>
        <w:ind w:left="-993" w:right="-1475"/>
        <w:jc w:val="center"/>
        <w:rPr>
          <w:b/>
        </w:rPr>
      </w:pPr>
    </w:p>
    <w:p w:rsidR="00D2205B" w:rsidRDefault="00D2205B" w:rsidP="00D2205B">
      <w:pPr>
        <w:ind w:left="-993" w:right="-1475"/>
        <w:rPr>
          <w:b/>
        </w:rPr>
      </w:pPr>
      <w:r>
        <w:rPr>
          <w:b/>
        </w:rPr>
        <w:t>Year 7 Science</w:t>
      </w:r>
    </w:p>
    <w:p w:rsidR="00D2205B" w:rsidRPr="004C7C85" w:rsidRDefault="00D2205B" w:rsidP="00D2205B">
      <w:pPr>
        <w:ind w:left="-993" w:right="-1475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5 Feb 2018</w:t>
      </w:r>
    </w:p>
    <w:tbl>
      <w:tblPr>
        <w:tblStyle w:val="TableGrid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D2205B" w:rsidTr="006163B4">
        <w:tc>
          <w:tcPr>
            <w:tcW w:w="2445" w:type="dxa"/>
          </w:tcPr>
          <w:p w:rsidR="00D2205B" w:rsidRDefault="00D2205B" w:rsidP="006163B4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</w:t>
            </w:r>
            <w:r w:rsidRPr="007060F0">
              <w:rPr>
                <w:b/>
              </w:rPr>
              <w:t>1</w:t>
            </w:r>
            <w:r>
              <w:rPr>
                <w:b/>
              </w:rPr>
              <w:t>.1</w:t>
            </w:r>
          </w:p>
          <w:p w:rsidR="00D2205B" w:rsidRPr="005E1F33" w:rsidRDefault="00D2205B" w:rsidP="006163B4">
            <w:pPr>
              <w:ind w:left="-80" w:right="-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 11:20 – 12:00</w:t>
            </w:r>
          </w:p>
        </w:tc>
        <w:tc>
          <w:tcPr>
            <w:tcW w:w="2445" w:type="dxa"/>
          </w:tcPr>
          <w:p w:rsidR="00D2205B" w:rsidRDefault="00D2205B" w:rsidP="006163B4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</w:t>
            </w:r>
            <w:r w:rsidRPr="007060F0">
              <w:rPr>
                <w:b/>
              </w:rPr>
              <w:t>1</w:t>
            </w:r>
            <w:r>
              <w:rPr>
                <w:b/>
              </w:rPr>
              <w:t>.2</w:t>
            </w:r>
          </w:p>
          <w:p w:rsidR="00D2205B" w:rsidRPr="004012D2" w:rsidRDefault="00D2205B" w:rsidP="006163B4">
            <w:pPr>
              <w:ind w:left="-80" w:right="-84"/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Mon 1:30 – 2:10</w:t>
            </w:r>
          </w:p>
        </w:tc>
        <w:tc>
          <w:tcPr>
            <w:tcW w:w="2445" w:type="dxa"/>
          </w:tcPr>
          <w:p w:rsidR="00D2205B" w:rsidRDefault="00D2205B" w:rsidP="006163B4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</w:t>
            </w:r>
            <w:r w:rsidRPr="007060F0">
              <w:rPr>
                <w:b/>
              </w:rPr>
              <w:t>1</w:t>
            </w:r>
            <w:r>
              <w:rPr>
                <w:b/>
              </w:rPr>
              <w:t>.3</w:t>
            </w:r>
          </w:p>
          <w:p w:rsidR="00D2205B" w:rsidRPr="007060F0" w:rsidRDefault="00D2205B" w:rsidP="006163B4">
            <w:pPr>
              <w:ind w:left="-80" w:right="-84"/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Tues 10:00 – 10:40</w:t>
            </w:r>
          </w:p>
        </w:tc>
        <w:tc>
          <w:tcPr>
            <w:tcW w:w="2446" w:type="dxa"/>
            <w:tcBorders>
              <w:right w:val="single" w:sz="4" w:space="0" w:color="auto"/>
            </w:tcBorders>
          </w:tcPr>
          <w:p w:rsidR="00D2205B" w:rsidRDefault="00D2205B" w:rsidP="006163B4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</w:t>
            </w:r>
            <w:r w:rsidRPr="007060F0">
              <w:rPr>
                <w:b/>
              </w:rPr>
              <w:t>1</w:t>
            </w:r>
            <w:r>
              <w:rPr>
                <w:b/>
              </w:rPr>
              <w:t>.4</w:t>
            </w:r>
          </w:p>
          <w:p w:rsidR="00D2205B" w:rsidRDefault="00D2205B" w:rsidP="006163B4">
            <w:pPr>
              <w:ind w:left="-80" w:right="-8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Wk</w:t>
            </w:r>
            <w:proofErr w:type="spellEnd"/>
            <w:r>
              <w:rPr>
                <w:sz w:val="18"/>
                <w:szCs w:val="18"/>
              </w:rPr>
              <w:t xml:space="preserve"> A Thurs 10:40 – 11:20</w:t>
            </w:r>
          </w:p>
          <w:p w:rsidR="00D2205B" w:rsidRPr="007060F0" w:rsidRDefault="00D2205B" w:rsidP="006163B4">
            <w:pPr>
              <w:ind w:left="-80" w:right="-84"/>
              <w:jc w:val="center"/>
              <w:rPr>
                <w:b/>
              </w:rPr>
            </w:pPr>
            <w:proofErr w:type="spellStart"/>
            <w:r>
              <w:rPr>
                <w:sz w:val="18"/>
                <w:szCs w:val="18"/>
              </w:rPr>
              <w:t>Wk</w:t>
            </w:r>
            <w:proofErr w:type="spellEnd"/>
            <w:r>
              <w:rPr>
                <w:sz w:val="18"/>
                <w:szCs w:val="18"/>
              </w:rPr>
              <w:t xml:space="preserve"> B Wed 8:30 – 9:00</w:t>
            </w:r>
          </w:p>
        </w:tc>
      </w:tr>
      <w:tr w:rsidR="00D2205B" w:rsidTr="006163B4">
        <w:trPr>
          <w:trHeight w:val="1282"/>
        </w:trPr>
        <w:tc>
          <w:tcPr>
            <w:tcW w:w="2445" w:type="dxa"/>
          </w:tcPr>
          <w:p w:rsidR="00D2205B" w:rsidRDefault="00D2205B" w:rsidP="006163B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Esperance</w:t>
            </w:r>
          </w:p>
          <w:p w:rsidR="00D2205B" w:rsidRDefault="00D2205B" w:rsidP="006163B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Jurien Bay</w:t>
            </w:r>
          </w:p>
          <w:p w:rsidR="00D2205B" w:rsidRDefault="00D2205B" w:rsidP="006163B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Narrogin</w:t>
            </w:r>
          </w:p>
          <w:p w:rsidR="00D2205B" w:rsidRPr="00F6475D" w:rsidRDefault="00D2205B" w:rsidP="006163B4">
            <w:pPr>
              <w:ind w:right="-108"/>
              <w:rPr>
                <w:color w:val="000000"/>
                <w:sz w:val="18"/>
                <w:szCs w:val="18"/>
              </w:rPr>
            </w:pPr>
          </w:p>
        </w:tc>
        <w:tc>
          <w:tcPr>
            <w:tcW w:w="2445" w:type="dxa"/>
          </w:tcPr>
          <w:p w:rsidR="00D2205B" w:rsidRDefault="00D2205B" w:rsidP="006163B4">
            <w:pPr>
              <w:ind w:right="-15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Bruce Rock</w:t>
            </w:r>
          </w:p>
          <w:p w:rsidR="00D2205B" w:rsidRDefault="00D2205B" w:rsidP="006163B4">
            <w:pPr>
              <w:ind w:right="-15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Xmas Island</w:t>
            </w:r>
          </w:p>
          <w:p w:rsidR="00D2205B" w:rsidRDefault="00D2205B" w:rsidP="006163B4">
            <w:pPr>
              <w:ind w:right="-15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John Wilcox</w:t>
            </w:r>
          </w:p>
          <w:p w:rsidR="00D2205B" w:rsidRPr="00F6475D" w:rsidRDefault="00D2205B" w:rsidP="006163B4">
            <w:pPr>
              <w:ind w:right="-15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SIDE</w:t>
            </w:r>
          </w:p>
        </w:tc>
        <w:tc>
          <w:tcPr>
            <w:tcW w:w="2445" w:type="dxa"/>
          </w:tcPr>
          <w:p w:rsidR="00D2205B" w:rsidRDefault="00D2205B" w:rsidP="006163B4">
            <w:pPr>
              <w:ind w:left="-37" w:right="-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Albany </w:t>
            </w:r>
          </w:p>
          <w:p w:rsidR="00D2205B" w:rsidRDefault="00D2205B" w:rsidP="006163B4">
            <w:pPr>
              <w:ind w:left="-37" w:right="-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Denmark (V)</w:t>
            </w:r>
          </w:p>
          <w:p w:rsidR="00D2205B" w:rsidRPr="00F6475D" w:rsidRDefault="00D2205B" w:rsidP="006163B4">
            <w:pPr>
              <w:ind w:left="-37" w:right="-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Northam</w:t>
            </w:r>
          </w:p>
        </w:tc>
        <w:tc>
          <w:tcPr>
            <w:tcW w:w="2446" w:type="dxa"/>
            <w:tcBorders>
              <w:right w:val="single" w:sz="4" w:space="0" w:color="auto"/>
            </w:tcBorders>
          </w:tcPr>
          <w:p w:rsidR="00D2205B" w:rsidRDefault="00D2205B" w:rsidP="006163B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Port Hedland</w:t>
            </w:r>
          </w:p>
          <w:p w:rsidR="00D2205B" w:rsidRPr="00F6475D" w:rsidRDefault="00D2205B" w:rsidP="006163B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Newman</w:t>
            </w:r>
          </w:p>
        </w:tc>
      </w:tr>
    </w:tbl>
    <w:p w:rsidR="00D2205B" w:rsidRDefault="00D2205B" w:rsidP="00D2205B">
      <w:pPr>
        <w:ind w:right="-1475"/>
        <w:rPr>
          <w:sz w:val="14"/>
          <w:szCs w:val="14"/>
        </w:rPr>
      </w:pPr>
    </w:p>
    <w:tbl>
      <w:tblPr>
        <w:tblStyle w:val="TableGrid"/>
        <w:tblW w:w="1116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231"/>
        <w:gridCol w:w="2233"/>
        <w:gridCol w:w="2233"/>
        <w:gridCol w:w="2233"/>
        <w:gridCol w:w="2233"/>
      </w:tblGrid>
      <w:tr w:rsidR="00D2205B" w:rsidRPr="007060F0" w:rsidTr="006163B4">
        <w:tc>
          <w:tcPr>
            <w:tcW w:w="2231" w:type="dxa"/>
            <w:tcBorders>
              <w:left w:val="single" w:sz="4" w:space="0" w:color="auto"/>
            </w:tcBorders>
          </w:tcPr>
          <w:p w:rsidR="00D2205B" w:rsidRDefault="00D2205B" w:rsidP="006163B4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.2.1</w:t>
            </w:r>
          </w:p>
          <w:p w:rsidR="00D2205B" w:rsidRPr="007060F0" w:rsidRDefault="00D2205B" w:rsidP="006163B4">
            <w:pPr>
              <w:ind w:left="-80" w:right="-84"/>
              <w:jc w:val="center"/>
              <w:rPr>
                <w:b/>
              </w:rPr>
            </w:pPr>
            <w:proofErr w:type="spellStart"/>
            <w:r>
              <w:rPr>
                <w:sz w:val="18"/>
                <w:szCs w:val="18"/>
              </w:rPr>
              <w:t>Wk</w:t>
            </w:r>
            <w:proofErr w:type="spellEnd"/>
            <w:r>
              <w:rPr>
                <w:sz w:val="18"/>
                <w:szCs w:val="18"/>
              </w:rPr>
              <w:t xml:space="preserve"> A Thurs 11:20 – 12:00</w:t>
            </w:r>
          </w:p>
        </w:tc>
        <w:tc>
          <w:tcPr>
            <w:tcW w:w="2233" w:type="dxa"/>
          </w:tcPr>
          <w:p w:rsidR="00D2205B" w:rsidRDefault="00D2205B" w:rsidP="006163B4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.2.2</w:t>
            </w:r>
          </w:p>
          <w:p w:rsidR="00D2205B" w:rsidRPr="005E1F33" w:rsidRDefault="00D2205B" w:rsidP="006163B4">
            <w:pPr>
              <w:ind w:left="-80" w:right="-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 9:00 – 9:40</w:t>
            </w:r>
          </w:p>
        </w:tc>
        <w:tc>
          <w:tcPr>
            <w:tcW w:w="2233" w:type="dxa"/>
          </w:tcPr>
          <w:p w:rsidR="00D2205B" w:rsidRDefault="00D2205B" w:rsidP="006163B4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.2.3A</w:t>
            </w:r>
          </w:p>
          <w:p w:rsidR="00D2205B" w:rsidRPr="005B590C" w:rsidRDefault="00D2205B" w:rsidP="006163B4">
            <w:pPr>
              <w:ind w:left="-80" w:right="-8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Wk</w:t>
            </w:r>
            <w:proofErr w:type="spellEnd"/>
            <w:r>
              <w:rPr>
                <w:sz w:val="18"/>
                <w:szCs w:val="18"/>
              </w:rPr>
              <w:t xml:space="preserve"> A Thurs 9:00 – 9:40</w:t>
            </w:r>
          </w:p>
        </w:tc>
        <w:tc>
          <w:tcPr>
            <w:tcW w:w="2233" w:type="dxa"/>
          </w:tcPr>
          <w:p w:rsidR="00D2205B" w:rsidRDefault="00D2205B" w:rsidP="006163B4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.2.3B</w:t>
            </w:r>
          </w:p>
          <w:p w:rsidR="00D2205B" w:rsidRPr="007060F0" w:rsidRDefault="00D2205B" w:rsidP="006163B4">
            <w:pPr>
              <w:ind w:left="-80" w:right="-84"/>
              <w:jc w:val="center"/>
              <w:rPr>
                <w:b/>
              </w:rPr>
            </w:pPr>
            <w:proofErr w:type="spellStart"/>
            <w:r>
              <w:rPr>
                <w:sz w:val="18"/>
                <w:szCs w:val="18"/>
              </w:rPr>
              <w:t>Wk</w:t>
            </w:r>
            <w:proofErr w:type="spellEnd"/>
            <w:r>
              <w:rPr>
                <w:sz w:val="18"/>
                <w:szCs w:val="18"/>
              </w:rPr>
              <w:t xml:space="preserve"> B Fri 12:00 – 12:40</w:t>
            </w:r>
          </w:p>
        </w:tc>
        <w:tc>
          <w:tcPr>
            <w:tcW w:w="2233" w:type="dxa"/>
          </w:tcPr>
          <w:p w:rsidR="00D2205B" w:rsidRDefault="00D2205B" w:rsidP="006163B4">
            <w:pPr>
              <w:ind w:left="-80" w:right="-84"/>
              <w:jc w:val="center"/>
              <w:rPr>
                <w:b/>
              </w:rPr>
            </w:pPr>
            <w:r w:rsidRPr="007060F0">
              <w:rPr>
                <w:b/>
              </w:rPr>
              <w:t>7</w:t>
            </w:r>
            <w:r>
              <w:rPr>
                <w:b/>
              </w:rPr>
              <w:t>.2.4</w:t>
            </w:r>
          </w:p>
          <w:p w:rsidR="00D2205B" w:rsidRPr="007060F0" w:rsidRDefault="00D2205B" w:rsidP="006163B4">
            <w:pPr>
              <w:ind w:left="-80" w:right="-84"/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Fri 1:40 – 2:20</w:t>
            </w:r>
          </w:p>
        </w:tc>
      </w:tr>
      <w:tr w:rsidR="00D2205B" w:rsidRPr="00121009" w:rsidTr="006163B4">
        <w:trPr>
          <w:trHeight w:val="1363"/>
        </w:trPr>
        <w:tc>
          <w:tcPr>
            <w:tcW w:w="2231" w:type="dxa"/>
            <w:tcBorders>
              <w:left w:val="single" w:sz="4" w:space="0" w:color="auto"/>
            </w:tcBorders>
          </w:tcPr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Bruce Rock</w:t>
            </w:r>
          </w:p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Xmas Is</w:t>
            </w:r>
          </w:p>
          <w:p w:rsidR="00D2205B" w:rsidRPr="00F6475D" w:rsidRDefault="00D2205B" w:rsidP="006163B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</w:tcPr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Newman</w:t>
            </w:r>
          </w:p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Northam</w:t>
            </w:r>
          </w:p>
          <w:p w:rsidR="00D2205B" w:rsidRPr="00F6475D" w:rsidRDefault="00D2205B" w:rsidP="006163B4">
            <w:pPr>
              <w:rPr>
                <w:color w:val="0000CC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SIDE</w:t>
            </w:r>
          </w:p>
        </w:tc>
        <w:tc>
          <w:tcPr>
            <w:tcW w:w="2233" w:type="dxa"/>
          </w:tcPr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Albany (L, N, X)</w:t>
            </w:r>
          </w:p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</w:p>
          <w:p w:rsidR="00D2205B" w:rsidRPr="00F6475D" w:rsidRDefault="00D2205B" w:rsidP="006163B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</w:tcPr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Albany (L, N, X)</w:t>
            </w:r>
          </w:p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Denmark </w:t>
            </w:r>
          </w:p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</w:p>
          <w:p w:rsidR="00D2205B" w:rsidRPr="00F6475D" w:rsidRDefault="00D2205B" w:rsidP="006163B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33" w:type="dxa"/>
          </w:tcPr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Albany (F, I)</w:t>
            </w:r>
          </w:p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Esperance</w:t>
            </w:r>
          </w:p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Port Hedland</w:t>
            </w:r>
          </w:p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John Wilcox</w:t>
            </w:r>
          </w:p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Jurien Bay</w:t>
            </w:r>
          </w:p>
          <w:p w:rsidR="00D2205B" w:rsidRDefault="00D2205B" w:rsidP="006163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Narrogin</w:t>
            </w:r>
          </w:p>
        </w:tc>
      </w:tr>
    </w:tbl>
    <w:p w:rsidR="00D2205B" w:rsidRDefault="00D2205B" w:rsidP="00D2205B">
      <w:pPr>
        <w:ind w:left="-1560" w:right="-1475"/>
      </w:pPr>
      <w:r>
        <w:t xml:space="preserve">        </w:t>
      </w:r>
    </w:p>
    <w:p w:rsidR="00D2205B" w:rsidRPr="007759E8" w:rsidRDefault="00D2205B" w:rsidP="00D2205B">
      <w:pPr>
        <w:ind w:left="-1560" w:right="-1475"/>
        <w:rPr>
          <w:color w:val="FF0000"/>
          <w:u w:val="single"/>
        </w:rPr>
      </w:pPr>
      <w:r>
        <w:t xml:space="preserve">                           </w:t>
      </w:r>
      <w:r w:rsidRPr="007759E8">
        <w:rPr>
          <w:color w:val="FF0000"/>
          <w:u w:val="single"/>
        </w:rPr>
        <w:t>TO BE NEGOTIATED BY SCHOOLS AND STUDENTS</w:t>
      </w:r>
    </w:p>
    <w:p w:rsidR="00D2205B" w:rsidRPr="007759E8" w:rsidRDefault="00D2205B" w:rsidP="00D2205B">
      <w:pPr>
        <w:ind w:left="-1560" w:right="-1475"/>
        <w:rPr>
          <w:color w:val="FF0000"/>
          <w:u w:val="single"/>
        </w:rPr>
      </w:pPr>
    </w:p>
    <w:p w:rsidR="00D2205B" w:rsidRPr="007759E8" w:rsidRDefault="00D2205B" w:rsidP="00D2205B">
      <w:pPr>
        <w:numPr>
          <w:ilvl w:val="0"/>
          <w:numId w:val="22"/>
        </w:numPr>
      </w:pPr>
      <w:r w:rsidRPr="007759E8">
        <w:t>Denmark – Science lesson 1 and 2 Week 1 ( Tia Burton)</w:t>
      </w:r>
    </w:p>
    <w:p w:rsidR="00D2205B" w:rsidRPr="007759E8" w:rsidRDefault="00D2205B" w:rsidP="00D2205B">
      <w:pPr>
        <w:numPr>
          <w:ilvl w:val="0"/>
          <w:numId w:val="22"/>
        </w:numPr>
        <w:ind w:right="-1475"/>
      </w:pPr>
      <w:r w:rsidRPr="007759E8">
        <w:t>Denmark—Science lesson 2 week 1   ( victor)</w:t>
      </w:r>
    </w:p>
    <w:p w:rsidR="00D2205B" w:rsidRPr="007759E8" w:rsidRDefault="00D2205B" w:rsidP="00D2205B">
      <w:pPr>
        <w:numPr>
          <w:ilvl w:val="0"/>
          <w:numId w:val="22"/>
        </w:numPr>
        <w:ind w:right="-1475"/>
      </w:pPr>
      <w:r w:rsidRPr="007759E8">
        <w:t>Bruce Rock- Science Lesson 2</w:t>
      </w:r>
    </w:p>
    <w:p w:rsidR="00D2205B" w:rsidRPr="007759E8" w:rsidRDefault="00D2205B" w:rsidP="00D2205B">
      <w:pPr>
        <w:numPr>
          <w:ilvl w:val="0"/>
          <w:numId w:val="22"/>
        </w:numPr>
        <w:ind w:right="-1475"/>
      </w:pPr>
      <w:r w:rsidRPr="007759E8">
        <w:t>Christmas Island- science Lesson 2</w:t>
      </w:r>
    </w:p>
    <w:p w:rsidR="00D2205B" w:rsidRDefault="00D2205B" w:rsidP="00D2205B">
      <w:pPr>
        <w:ind w:left="-1560" w:right="-1475"/>
      </w:pPr>
    </w:p>
    <w:p w:rsidR="00D2205B" w:rsidRPr="00D2205B" w:rsidRDefault="00D2205B" w:rsidP="00D2205B">
      <w:pPr>
        <w:ind w:right="-1475"/>
        <w:rPr>
          <w:sz w:val="14"/>
          <w:szCs w:val="14"/>
        </w:rPr>
      </w:pPr>
      <w:bookmarkStart w:id="0" w:name="_GoBack"/>
      <w:bookmarkEnd w:id="0"/>
    </w:p>
    <w:sectPr w:rsidR="00D2205B" w:rsidRPr="00D2205B" w:rsidSect="005E1F33">
      <w:pgSz w:w="11906" w:h="16838"/>
      <w:pgMar w:top="568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45F1"/>
    <w:multiLevelType w:val="hybridMultilevel"/>
    <w:tmpl w:val="52FC0D5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2035"/>
    <w:multiLevelType w:val="hybridMultilevel"/>
    <w:tmpl w:val="F778731C"/>
    <w:lvl w:ilvl="0" w:tplc="29AC14F2">
      <w:start w:val="1"/>
      <w:numFmt w:val="decimal"/>
      <w:lvlText w:val="%1."/>
      <w:lvlJc w:val="left"/>
      <w:pPr>
        <w:ind w:left="59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10" w:hanging="360"/>
      </w:pPr>
    </w:lvl>
    <w:lvl w:ilvl="2" w:tplc="0C09001B" w:tentative="1">
      <w:start w:val="1"/>
      <w:numFmt w:val="lowerRoman"/>
      <w:lvlText w:val="%3."/>
      <w:lvlJc w:val="right"/>
      <w:pPr>
        <w:ind w:left="2030" w:hanging="180"/>
      </w:pPr>
    </w:lvl>
    <w:lvl w:ilvl="3" w:tplc="0C09000F" w:tentative="1">
      <w:start w:val="1"/>
      <w:numFmt w:val="decimal"/>
      <w:lvlText w:val="%4."/>
      <w:lvlJc w:val="left"/>
      <w:pPr>
        <w:ind w:left="2750" w:hanging="360"/>
      </w:pPr>
    </w:lvl>
    <w:lvl w:ilvl="4" w:tplc="0C090019" w:tentative="1">
      <w:start w:val="1"/>
      <w:numFmt w:val="lowerLetter"/>
      <w:lvlText w:val="%5."/>
      <w:lvlJc w:val="left"/>
      <w:pPr>
        <w:ind w:left="3470" w:hanging="360"/>
      </w:pPr>
    </w:lvl>
    <w:lvl w:ilvl="5" w:tplc="0C09001B" w:tentative="1">
      <w:start w:val="1"/>
      <w:numFmt w:val="lowerRoman"/>
      <w:lvlText w:val="%6."/>
      <w:lvlJc w:val="right"/>
      <w:pPr>
        <w:ind w:left="4190" w:hanging="180"/>
      </w:pPr>
    </w:lvl>
    <w:lvl w:ilvl="6" w:tplc="0C09000F" w:tentative="1">
      <w:start w:val="1"/>
      <w:numFmt w:val="decimal"/>
      <w:lvlText w:val="%7."/>
      <w:lvlJc w:val="left"/>
      <w:pPr>
        <w:ind w:left="4910" w:hanging="360"/>
      </w:pPr>
    </w:lvl>
    <w:lvl w:ilvl="7" w:tplc="0C090019" w:tentative="1">
      <w:start w:val="1"/>
      <w:numFmt w:val="lowerLetter"/>
      <w:lvlText w:val="%8."/>
      <w:lvlJc w:val="left"/>
      <w:pPr>
        <w:ind w:left="5630" w:hanging="360"/>
      </w:pPr>
    </w:lvl>
    <w:lvl w:ilvl="8" w:tplc="0C09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2">
    <w:nsid w:val="0D2A3BCF"/>
    <w:multiLevelType w:val="hybridMultilevel"/>
    <w:tmpl w:val="79DC6B94"/>
    <w:lvl w:ilvl="0" w:tplc="3F02A588">
      <w:start w:val="1"/>
      <w:numFmt w:val="bullet"/>
      <w:lvlText w:val=""/>
      <w:lvlJc w:val="left"/>
      <w:pPr>
        <w:ind w:left="728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">
    <w:nsid w:val="163A5497"/>
    <w:multiLevelType w:val="hybridMultilevel"/>
    <w:tmpl w:val="8CF077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7406B"/>
    <w:multiLevelType w:val="hybridMultilevel"/>
    <w:tmpl w:val="F0E63A08"/>
    <w:lvl w:ilvl="0" w:tplc="3F02A588">
      <w:start w:val="1"/>
      <w:numFmt w:val="bullet"/>
      <w:lvlText w:val=""/>
      <w:lvlJc w:val="left"/>
      <w:pPr>
        <w:ind w:left="672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5">
    <w:nsid w:val="2795455D"/>
    <w:multiLevelType w:val="hybridMultilevel"/>
    <w:tmpl w:val="074409C2"/>
    <w:lvl w:ilvl="0" w:tplc="AB486286">
      <w:start w:val="1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" w:hanging="360"/>
      </w:pPr>
    </w:lvl>
    <w:lvl w:ilvl="2" w:tplc="0C09001B" w:tentative="1">
      <w:start w:val="1"/>
      <w:numFmt w:val="lowerRoman"/>
      <w:lvlText w:val="%3."/>
      <w:lvlJc w:val="right"/>
      <w:pPr>
        <w:ind w:left="900" w:hanging="180"/>
      </w:pPr>
    </w:lvl>
    <w:lvl w:ilvl="3" w:tplc="0C09000F" w:tentative="1">
      <w:start w:val="1"/>
      <w:numFmt w:val="decimal"/>
      <w:lvlText w:val="%4."/>
      <w:lvlJc w:val="left"/>
      <w:pPr>
        <w:ind w:left="1620" w:hanging="360"/>
      </w:pPr>
    </w:lvl>
    <w:lvl w:ilvl="4" w:tplc="0C090019" w:tentative="1">
      <w:start w:val="1"/>
      <w:numFmt w:val="lowerLetter"/>
      <w:lvlText w:val="%5."/>
      <w:lvlJc w:val="left"/>
      <w:pPr>
        <w:ind w:left="2340" w:hanging="360"/>
      </w:pPr>
    </w:lvl>
    <w:lvl w:ilvl="5" w:tplc="0C09001B" w:tentative="1">
      <w:start w:val="1"/>
      <w:numFmt w:val="lowerRoman"/>
      <w:lvlText w:val="%6."/>
      <w:lvlJc w:val="right"/>
      <w:pPr>
        <w:ind w:left="3060" w:hanging="180"/>
      </w:pPr>
    </w:lvl>
    <w:lvl w:ilvl="6" w:tplc="0C09000F" w:tentative="1">
      <w:start w:val="1"/>
      <w:numFmt w:val="decimal"/>
      <w:lvlText w:val="%7."/>
      <w:lvlJc w:val="left"/>
      <w:pPr>
        <w:ind w:left="3780" w:hanging="360"/>
      </w:pPr>
    </w:lvl>
    <w:lvl w:ilvl="7" w:tplc="0C090019" w:tentative="1">
      <w:start w:val="1"/>
      <w:numFmt w:val="lowerLetter"/>
      <w:lvlText w:val="%8."/>
      <w:lvlJc w:val="left"/>
      <w:pPr>
        <w:ind w:left="4500" w:hanging="360"/>
      </w:pPr>
    </w:lvl>
    <w:lvl w:ilvl="8" w:tplc="0C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6">
    <w:nsid w:val="30A90B5A"/>
    <w:multiLevelType w:val="hybridMultilevel"/>
    <w:tmpl w:val="4A14382C"/>
    <w:lvl w:ilvl="0" w:tplc="39967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56374"/>
    <w:multiLevelType w:val="hybridMultilevel"/>
    <w:tmpl w:val="BF6E96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8046D"/>
    <w:multiLevelType w:val="hybridMultilevel"/>
    <w:tmpl w:val="E7E4C8BA"/>
    <w:lvl w:ilvl="0" w:tplc="3F02A588">
      <w:start w:val="1"/>
      <w:numFmt w:val="bullet"/>
      <w:lvlText w:val=""/>
      <w:lvlJc w:val="left"/>
      <w:pPr>
        <w:ind w:left="658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9">
    <w:nsid w:val="40BE072E"/>
    <w:multiLevelType w:val="hybridMultilevel"/>
    <w:tmpl w:val="652828BC"/>
    <w:lvl w:ilvl="0" w:tplc="7756C202">
      <w:start w:val="1"/>
      <w:numFmt w:val="bullet"/>
      <w:lvlText w:val=""/>
      <w:lvlJc w:val="left"/>
      <w:pPr>
        <w:ind w:left="950" w:hanging="360"/>
      </w:pPr>
      <w:rPr>
        <w:rFonts w:ascii="Wingdings" w:hAnsi="Wingdings" w:hint="default"/>
        <w:color w:val="4F6228" w:themeColor="accent3" w:themeShade="80"/>
      </w:rPr>
    </w:lvl>
    <w:lvl w:ilvl="1" w:tplc="0C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0">
    <w:nsid w:val="499A6908"/>
    <w:multiLevelType w:val="hybridMultilevel"/>
    <w:tmpl w:val="FA6EEEAA"/>
    <w:lvl w:ilvl="0" w:tplc="3F02A588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0000CC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C4CDA"/>
    <w:multiLevelType w:val="hybridMultilevel"/>
    <w:tmpl w:val="24BA5778"/>
    <w:lvl w:ilvl="0" w:tplc="3F02A588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975957"/>
    <w:multiLevelType w:val="hybridMultilevel"/>
    <w:tmpl w:val="7B3061F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C6230A"/>
    <w:multiLevelType w:val="hybridMultilevel"/>
    <w:tmpl w:val="3FEA65E0"/>
    <w:lvl w:ilvl="0" w:tplc="3F02A588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0000CC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AA5061"/>
    <w:multiLevelType w:val="hybridMultilevel"/>
    <w:tmpl w:val="9D58C2A4"/>
    <w:lvl w:ilvl="0" w:tplc="3F02A588">
      <w:start w:val="1"/>
      <w:numFmt w:val="bullet"/>
      <w:lvlText w:val=""/>
      <w:lvlJc w:val="left"/>
      <w:pPr>
        <w:ind w:left="670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3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30" w:hanging="360"/>
      </w:pPr>
      <w:rPr>
        <w:rFonts w:ascii="Wingdings" w:hAnsi="Wingdings" w:hint="default"/>
      </w:rPr>
    </w:lvl>
  </w:abstractNum>
  <w:abstractNum w:abstractNumId="15">
    <w:nsid w:val="6F1674AC"/>
    <w:multiLevelType w:val="hybridMultilevel"/>
    <w:tmpl w:val="56A2FA2E"/>
    <w:lvl w:ilvl="0" w:tplc="3F02A588">
      <w:start w:val="1"/>
      <w:numFmt w:val="bullet"/>
      <w:lvlText w:val=""/>
      <w:lvlJc w:val="left"/>
      <w:pPr>
        <w:ind w:left="726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6">
    <w:nsid w:val="71343941"/>
    <w:multiLevelType w:val="hybridMultilevel"/>
    <w:tmpl w:val="EE0E3FF8"/>
    <w:lvl w:ilvl="0" w:tplc="3F02A588">
      <w:start w:val="1"/>
      <w:numFmt w:val="bullet"/>
      <w:lvlText w:val=""/>
      <w:lvlJc w:val="left"/>
      <w:pPr>
        <w:ind w:left="950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7">
    <w:nsid w:val="72D23378"/>
    <w:multiLevelType w:val="hybridMultilevel"/>
    <w:tmpl w:val="E8D84D4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AD2C8E"/>
    <w:multiLevelType w:val="hybridMultilevel"/>
    <w:tmpl w:val="5B52EF5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DF266E"/>
    <w:multiLevelType w:val="hybridMultilevel"/>
    <w:tmpl w:val="22A69650"/>
    <w:lvl w:ilvl="0" w:tplc="3F02A588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071191"/>
    <w:multiLevelType w:val="hybridMultilevel"/>
    <w:tmpl w:val="5CB06524"/>
    <w:lvl w:ilvl="0" w:tplc="3F02A588">
      <w:start w:val="1"/>
      <w:numFmt w:val="bullet"/>
      <w:lvlText w:val=""/>
      <w:lvlJc w:val="left"/>
      <w:pPr>
        <w:ind w:left="672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0"/>
  </w:num>
  <w:num w:numId="4">
    <w:abstractNumId w:val="18"/>
  </w:num>
  <w:num w:numId="5">
    <w:abstractNumId w:val="3"/>
  </w:num>
  <w:num w:numId="6">
    <w:abstractNumId w:val="6"/>
  </w:num>
  <w:num w:numId="7">
    <w:abstractNumId w:val="10"/>
  </w:num>
  <w:num w:numId="8">
    <w:abstractNumId w:val="1"/>
  </w:num>
  <w:num w:numId="9">
    <w:abstractNumId w:val="13"/>
  </w:num>
  <w:num w:numId="10">
    <w:abstractNumId w:val="16"/>
  </w:num>
  <w:num w:numId="11">
    <w:abstractNumId w:val="15"/>
  </w:num>
  <w:num w:numId="12">
    <w:abstractNumId w:val="19"/>
  </w:num>
  <w:num w:numId="13">
    <w:abstractNumId w:val="4"/>
  </w:num>
  <w:num w:numId="14">
    <w:abstractNumId w:val="14"/>
  </w:num>
  <w:num w:numId="15">
    <w:abstractNumId w:val="20"/>
  </w:num>
  <w:num w:numId="16">
    <w:abstractNumId w:val="8"/>
  </w:num>
  <w:num w:numId="17">
    <w:abstractNumId w:val="2"/>
  </w:num>
  <w:num w:numId="18">
    <w:abstractNumId w:val="11"/>
  </w:num>
  <w:num w:numId="19">
    <w:abstractNumId w:val="9"/>
  </w:num>
  <w:num w:numId="20">
    <w:abstractNumId w:val="5"/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CA"/>
    <w:rsid w:val="00003CE8"/>
    <w:rsid w:val="00006373"/>
    <w:rsid w:val="00025D40"/>
    <w:rsid w:val="000315FC"/>
    <w:rsid w:val="00032EEA"/>
    <w:rsid w:val="00042F2D"/>
    <w:rsid w:val="00072F45"/>
    <w:rsid w:val="000809EF"/>
    <w:rsid w:val="00086D5D"/>
    <w:rsid w:val="000A38EC"/>
    <w:rsid w:val="000C7671"/>
    <w:rsid w:val="000D6E6C"/>
    <w:rsid w:val="000F232D"/>
    <w:rsid w:val="00121009"/>
    <w:rsid w:val="00147E12"/>
    <w:rsid w:val="0017142A"/>
    <w:rsid w:val="0019326B"/>
    <w:rsid w:val="00193A3A"/>
    <w:rsid w:val="001B0848"/>
    <w:rsid w:val="001B0D03"/>
    <w:rsid w:val="001B4BDC"/>
    <w:rsid w:val="001B6051"/>
    <w:rsid w:val="001C3660"/>
    <w:rsid w:val="001E30DB"/>
    <w:rsid w:val="001E69F1"/>
    <w:rsid w:val="00226588"/>
    <w:rsid w:val="00233328"/>
    <w:rsid w:val="0023542B"/>
    <w:rsid w:val="002450AA"/>
    <w:rsid w:val="00247E41"/>
    <w:rsid w:val="002502C6"/>
    <w:rsid w:val="002536D0"/>
    <w:rsid w:val="00285062"/>
    <w:rsid w:val="002963E3"/>
    <w:rsid w:val="002C3419"/>
    <w:rsid w:val="003259E2"/>
    <w:rsid w:val="00332BB3"/>
    <w:rsid w:val="00343E78"/>
    <w:rsid w:val="00365B9D"/>
    <w:rsid w:val="003834C4"/>
    <w:rsid w:val="003D2CB9"/>
    <w:rsid w:val="003F7C33"/>
    <w:rsid w:val="004012D2"/>
    <w:rsid w:val="00416217"/>
    <w:rsid w:val="0041740E"/>
    <w:rsid w:val="00421792"/>
    <w:rsid w:val="00425558"/>
    <w:rsid w:val="004369DE"/>
    <w:rsid w:val="00441030"/>
    <w:rsid w:val="0044185B"/>
    <w:rsid w:val="004449BA"/>
    <w:rsid w:val="004468E5"/>
    <w:rsid w:val="004568A9"/>
    <w:rsid w:val="00466442"/>
    <w:rsid w:val="00470A86"/>
    <w:rsid w:val="00490D8B"/>
    <w:rsid w:val="004B1154"/>
    <w:rsid w:val="004B5FDC"/>
    <w:rsid w:val="004C7C85"/>
    <w:rsid w:val="004D0204"/>
    <w:rsid w:val="00503DFC"/>
    <w:rsid w:val="005318B4"/>
    <w:rsid w:val="0054459C"/>
    <w:rsid w:val="005447A6"/>
    <w:rsid w:val="005477CD"/>
    <w:rsid w:val="0057235B"/>
    <w:rsid w:val="0057436E"/>
    <w:rsid w:val="00574F40"/>
    <w:rsid w:val="0057798A"/>
    <w:rsid w:val="00586D25"/>
    <w:rsid w:val="00597504"/>
    <w:rsid w:val="005C5F7D"/>
    <w:rsid w:val="005D7B3B"/>
    <w:rsid w:val="005E0E3A"/>
    <w:rsid w:val="005E1F33"/>
    <w:rsid w:val="005F165A"/>
    <w:rsid w:val="0060218F"/>
    <w:rsid w:val="00612E68"/>
    <w:rsid w:val="00617561"/>
    <w:rsid w:val="00625958"/>
    <w:rsid w:val="00627856"/>
    <w:rsid w:val="00632E4B"/>
    <w:rsid w:val="0064361D"/>
    <w:rsid w:val="00677CDD"/>
    <w:rsid w:val="006973A7"/>
    <w:rsid w:val="006B0422"/>
    <w:rsid w:val="006B16A1"/>
    <w:rsid w:val="006C556D"/>
    <w:rsid w:val="006E468A"/>
    <w:rsid w:val="007060F0"/>
    <w:rsid w:val="00772112"/>
    <w:rsid w:val="00792392"/>
    <w:rsid w:val="00796923"/>
    <w:rsid w:val="007A592A"/>
    <w:rsid w:val="007B371A"/>
    <w:rsid w:val="007D064B"/>
    <w:rsid w:val="007D3ED1"/>
    <w:rsid w:val="007D5FF9"/>
    <w:rsid w:val="007E2CFB"/>
    <w:rsid w:val="00800C62"/>
    <w:rsid w:val="00826555"/>
    <w:rsid w:val="00826ACA"/>
    <w:rsid w:val="00836E73"/>
    <w:rsid w:val="00856295"/>
    <w:rsid w:val="00870C76"/>
    <w:rsid w:val="00881200"/>
    <w:rsid w:val="008B26F6"/>
    <w:rsid w:val="008C643B"/>
    <w:rsid w:val="008E7FAB"/>
    <w:rsid w:val="00900161"/>
    <w:rsid w:val="00905650"/>
    <w:rsid w:val="00905A07"/>
    <w:rsid w:val="00914676"/>
    <w:rsid w:val="00915C29"/>
    <w:rsid w:val="00941A4E"/>
    <w:rsid w:val="00982F35"/>
    <w:rsid w:val="0099275D"/>
    <w:rsid w:val="009B2AC0"/>
    <w:rsid w:val="009C079C"/>
    <w:rsid w:val="009C4C61"/>
    <w:rsid w:val="009C68AA"/>
    <w:rsid w:val="009C7BCF"/>
    <w:rsid w:val="009D3DD2"/>
    <w:rsid w:val="009E7A85"/>
    <w:rsid w:val="009F44A5"/>
    <w:rsid w:val="00A01A74"/>
    <w:rsid w:val="00A13174"/>
    <w:rsid w:val="00A26831"/>
    <w:rsid w:val="00A43B22"/>
    <w:rsid w:val="00A62034"/>
    <w:rsid w:val="00A63E60"/>
    <w:rsid w:val="00A7175C"/>
    <w:rsid w:val="00A84E78"/>
    <w:rsid w:val="00AA0A3E"/>
    <w:rsid w:val="00AA4165"/>
    <w:rsid w:val="00AB6034"/>
    <w:rsid w:val="00AC068D"/>
    <w:rsid w:val="00AD6831"/>
    <w:rsid w:val="00AF5989"/>
    <w:rsid w:val="00B03978"/>
    <w:rsid w:val="00B05664"/>
    <w:rsid w:val="00B64082"/>
    <w:rsid w:val="00BA1DAD"/>
    <w:rsid w:val="00BB517C"/>
    <w:rsid w:val="00BC18EF"/>
    <w:rsid w:val="00BC4122"/>
    <w:rsid w:val="00BD07A6"/>
    <w:rsid w:val="00C00040"/>
    <w:rsid w:val="00C16AFE"/>
    <w:rsid w:val="00C33699"/>
    <w:rsid w:val="00C44E90"/>
    <w:rsid w:val="00C47752"/>
    <w:rsid w:val="00C50B6A"/>
    <w:rsid w:val="00C66D7B"/>
    <w:rsid w:val="00C70080"/>
    <w:rsid w:val="00C830D8"/>
    <w:rsid w:val="00C868FB"/>
    <w:rsid w:val="00C903E6"/>
    <w:rsid w:val="00CA3D50"/>
    <w:rsid w:val="00CB37BD"/>
    <w:rsid w:val="00CE2CDE"/>
    <w:rsid w:val="00CE3AE3"/>
    <w:rsid w:val="00CF0029"/>
    <w:rsid w:val="00D00FBE"/>
    <w:rsid w:val="00D1371B"/>
    <w:rsid w:val="00D2205B"/>
    <w:rsid w:val="00D548DC"/>
    <w:rsid w:val="00D978A7"/>
    <w:rsid w:val="00DD3459"/>
    <w:rsid w:val="00DF494B"/>
    <w:rsid w:val="00E608EC"/>
    <w:rsid w:val="00E6608E"/>
    <w:rsid w:val="00E67DC4"/>
    <w:rsid w:val="00E7365D"/>
    <w:rsid w:val="00E75313"/>
    <w:rsid w:val="00EB30C8"/>
    <w:rsid w:val="00EC53F3"/>
    <w:rsid w:val="00EE1403"/>
    <w:rsid w:val="00EF4A87"/>
    <w:rsid w:val="00EF7E4A"/>
    <w:rsid w:val="00F22E37"/>
    <w:rsid w:val="00F4384F"/>
    <w:rsid w:val="00F535DA"/>
    <w:rsid w:val="00F6475D"/>
    <w:rsid w:val="00F84EA5"/>
    <w:rsid w:val="00F95500"/>
    <w:rsid w:val="00F96D17"/>
    <w:rsid w:val="00FB0AF0"/>
    <w:rsid w:val="00FD6117"/>
    <w:rsid w:val="00FE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6A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6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6ACA"/>
    <w:pPr>
      <w:ind w:left="720"/>
      <w:contextualSpacing/>
    </w:pPr>
  </w:style>
  <w:style w:type="character" w:styleId="Hyperlink">
    <w:name w:val="Hyperlink"/>
    <w:basedOn w:val="DefaultParagraphFont"/>
    <w:rsid w:val="004C7C8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A71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17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6A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6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6ACA"/>
    <w:pPr>
      <w:ind w:left="720"/>
      <w:contextualSpacing/>
    </w:pPr>
  </w:style>
  <w:style w:type="character" w:styleId="Hyperlink">
    <w:name w:val="Hyperlink"/>
    <w:basedOn w:val="DefaultParagraphFont"/>
    <w:rsid w:val="004C7C8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A71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17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1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871F203F</Template>
  <TotalTime>5</TotalTime>
  <Pages>1</Pages>
  <Words>265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Department of Education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REYNOLDS Noemi</dc:creator>
  <cp:lastModifiedBy>SAMBHARA Vani</cp:lastModifiedBy>
  <cp:revision>6</cp:revision>
  <cp:lastPrinted>2017-05-17T00:59:00Z</cp:lastPrinted>
  <dcterms:created xsi:type="dcterms:W3CDTF">2018-02-05T07:54:00Z</dcterms:created>
  <dcterms:modified xsi:type="dcterms:W3CDTF">2018-02-06T03:13:00Z</dcterms:modified>
</cp:coreProperties>
</file>