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D2" w:rsidRDefault="00B61DAA" w:rsidP="00FB19D2">
      <w:pPr>
        <w:spacing w:after="0"/>
        <w:jc w:val="center"/>
        <w:rPr>
          <w:sz w:val="36"/>
          <w:szCs w:val="36"/>
        </w:rPr>
      </w:pPr>
      <w:r w:rsidRPr="00750BAA">
        <w:rPr>
          <w:sz w:val="36"/>
          <w:szCs w:val="36"/>
        </w:rPr>
        <w:t xml:space="preserve">YEAR 8 </w:t>
      </w:r>
    </w:p>
    <w:p w:rsidR="00FB19D2" w:rsidRDefault="00FB19D2" w:rsidP="00FB19D2">
      <w:pPr>
        <w:spacing w:after="0"/>
        <w:jc w:val="center"/>
        <w:rPr>
          <w:sz w:val="36"/>
          <w:szCs w:val="36"/>
        </w:rPr>
      </w:pPr>
      <w:r w:rsidRPr="00FB19D2">
        <w:rPr>
          <w:sz w:val="36"/>
          <w:szCs w:val="36"/>
          <w:u w:val="single"/>
        </w:rPr>
        <w:t>GT Online</w:t>
      </w:r>
    </w:p>
    <w:p w:rsidR="00C96B11" w:rsidRPr="00FB19D2" w:rsidRDefault="006F254D" w:rsidP="00FB19D2">
      <w:pPr>
        <w:spacing w:after="0"/>
        <w:jc w:val="center"/>
        <w:rPr>
          <w:sz w:val="36"/>
          <w:szCs w:val="36"/>
          <w:u w:val="single"/>
        </w:rPr>
      </w:pPr>
      <w:r w:rsidRPr="00FB19D2">
        <w:rPr>
          <w:sz w:val="36"/>
          <w:szCs w:val="36"/>
          <w:u w:val="single"/>
        </w:rPr>
        <w:t xml:space="preserve">Maths </w:t>
      </w:r>
    </w:p>
    <w:tbl>
      <w:tblPr>
        <w:tblStyle w:val="TableGrid"/>
        <w:tblW w:w="10067" w:type="dxa"/>
        <w:tblLook w:val="04A0" w:firstRow="1" w:lastRow="0" w:firstColumn="1" w:lastColumn="0" w:noHBand="0" w:noVBand="1"/>
      </w:tblPr>
      <w:tblGrid>
        <w:gridCol w:w="2013"/>
        <w:gridCol w:w="2013"/>
        <w:gridCol w:w="2013"/>
        <w:gridCol w:w="2014"/>
        <w:gridCol w:w="2014"/>
      </w:tblGrid>
      <w:tr w:rsidR="00B61DAA" w:rsidTr="00B61DAA">
        <w:trPr>
          <w:trHeight w:val="338"/>
        </w:trPr>
        <w:tc>
          <w:tcPr>
            <w:tcW w:w="2013" w:type="dxa"/>
          </w:tcPr>
          <w:p w:rsidR="00B61DAA" w:rsidRDefault="00B61DAA">
            <w:r>
              <w:t>MONDAY</w:t>
            </w:r>
          </w:p>
        </w:tc>
        <w:tc>
          <w:tcPr>
            <w:tcW w:w="2013" w:type="dxa"/>
          </w:tcPr>
          <w:p w:rsidR="00B61DAA" w:rsidRDefault="00B61DAA">
            <w:r>
              <w:t>TUESDAY</w:t>
            </w:r>
          </w:p>
        </w:tc>
        <w:tc>
          <w:tcPr>
            <w:tcW w:w="2013" w:type="dxa"/>
          </w:tcPr>
          <w:p w:rsidR="00B61DAA" w:rsidRDefault="00B61DAA">
            <w:r>
              <w:t>WEDNESDAY</w:t>
            </w:r>
          </w:p>
        </w:tc>
        <w:tc>
          <w:tcPr>
            <w:tcW w:w="2014" w:type="dxa"/>
          </w:tcPr>
          <w:p w:rsidR="00B61DAA" w:rsidRDefault="00B61DAA">
            <w:r>
              <w:t>THURSDAY</w:t>
            </w:r>
          </w:p>
        </w:tc>
        <w:tc>
          <w:tcPr>
            <w:tcW w:w="2014" w:type="dxa"/>
          </w:tcPr>
          <w:p w:rsidR="00B61DAA" w:rsidRDefault="00B61DAA">
            <w:r>
              <w:t>FRIDAY</w:t>
            </w:r>
          </w:p>
        </w:tc>
      </w:tr>
      <w:tr w:rsidR="00B61DAA" w:rsidTr="00B61DAA">
        <w:trPr>
          <w:trHeight w:val="1156"/>
        </w:trPr>
        <w:tc>
          <w:tcPr>
            <w:tcW w:w="2013" w:type="dxa"/>
          </w:tcPr>
          <w:p w:rsidR="006F254D" w:rsidRDefault="006F254D" w:rsidP="006F254D"/>
          <w:p w:rsidR="006F254D" w:rsidRDefault="006F254D" w:rsidP="006F254D">
            <w:r>
              <w:t>10.00-10.30</w:t>
            </w:r>
          </w:p>
          <w:p w:rsidR="006F254D" w:rsidRPr="00E97717" w:rsidRDefault="006F254D" w:rsidP="006F254D">
            <w:pPr>
              <w:rPr>
                <w:color w:val="FF0000"/>
              </w:rPr>
            </w:pPr>
            <w:r w:rsidRPr="00E97717">
              <w:rPr>
                <w:color w:val="FF0000"/>
              </w:rPr>
              <w:t>MATHS</w:t>
            </w:r>
          </w:p>
          <w:p w:rsidR="006F254D" w:rsidRDefault="006F254D" w:rsidP="006F254D">
            <w:r>
              <w:t>NARROGIN</w:t>
            </w:r>
          </w:p>
          <w:p w:rsidR="00E97717" w:rsidRDefault="006F254D" w:rsidP="006F254D">
            <w:r w:rsidRPr="00E97717">
              <w:rPr>
                <w:color w:val="FF0000"/>
              </w:rPr>
              <w:t>LESSON 1 WEEK</w:t>
            </w:r>
            <w:r>
              <w:rPr>
                <w:color w:val="FF0000"/>
              </w:rPr>
              <w:t>2</w:t>
            </w:r>
          </w:p>
        </w:tc>
        <w:tc>
          <w:tcPr>
            <w:tcW w:w="2013" w:type="dxa"/>
          </w:tcPr>
          <w:p w:rsidR="00B61DAA" w:rsidRDefault="00B61DAA">
            <w:r>
              <w:t>9.10-9.50</w:t>
            </w:r>
          </w:p>
          <w:p w:rsidR="00B61DAA" w:rsidRPr="00D2345A" w:rsidRDefault="00B61DAA">
            <w:pPr>
              <w:rPr>
                <w:color w:val="FF0000"/>
              </w:rPr>
            </w:pPr>
            <w:r w:rsidRPr="00D2345A">
              <w:rPr>
                <w:color w:val="FF0000"/>
              </w:rPr>
              <w:t>MATHS</w:t>
            </w:r>
          </w:p>
          <w:p w:rsidR="00B61DAA" w:rsidRDefault="00B61DAA">
            <w:r>
              <w:t>BROOME</w:t>
            </w:r>
          </w:p>
          <w:p w:rsidR="00B61DAA" w:rsidRDefault="00B61DAA">
            <w:r>
              <w:t>CENTRAL MIDLAND</w:t>
            </w:r>
          </w:p>
          <w:p w:rsidR="00B61DAA" w:rsidRDefault="00E97717">
            <w:r>
              <w:t xml:space="preserve">NORTH ALBANY, </w:t>
            </w:r>
          </w:p>
          <w:p w:rsidR="00E97717" w:rsidRDefault="00E97717">
            <w:r>
              <w:t>NAREEMBEAN</w:t>
            </w:r>
          </w:p>
          <w:p w:rsidR="00B61DAA" w:rsidRDefault="00B61DAA">
            <w:pPr>
              <w:rPr>
                <w:color w:val="FF0000"/>
              </w:rPr>
            </w:pPr>
            <w:r w:rsidRPr="00E97717">
              <w:rPr>
                <w:color w:val="FF0000"/>
              </w:rPr>
              <w:t>LESSON 1</w:t>
            </w:r>
          </w:p>
          <w:p w:rsidR="00E97717" w:rsidRDefault="00E97717">
            <w:pPr>
              <w:rPr>
                <w:color w:val="FF0000"/>
              </w:rPr>
            </w:pPr>
            <w:r>
              <w:rPr>
                <w:color w:val="FF0000"/>
              </w:rPr>
              <w:t>BOTH WEEKS</w:t>
            </w:r>
          </w:p>
          <w:p w:rsidR="00ED523D" w:rsidRPr="00ED523D" w:rsidRDefault="00ED523D">
            <w:pPr>
              <w:rPr>
                <w:b/>
                <w:color w:val="FF0000"/>
                <w:u w:val="single"/>
              </w:rPr>
            </w:pPr>
            <w:r w:rsidRPr="00ED523D">
              <w:rPr>
                <w:b/>
                <w:u w:val="single"/>
              </w:rPr>
              <w:t>Narrogin</w:t>
            </w:r>
            <w:r w:rsidRPr="00ED523D">
              <w:rPr>
                <w:b/>
                <w:color w:val="FF0000"/>
                <w:u w:val="single"/>
              </w:rPr>
              <w:t xml:space="preserve"> </w:t>
            </w:r>
          </w:p>
          <w:p w:rsidR="00ED523D" w:rsidRDefault="00ED523D">
            <w:r>
              <w:rPr>
                <w:color w:val="FF0000"/>
              </w:rPr>
              <w:t>Lesson 1 week 1</w:t>
            </w:r>
          </w:p>
        </w:tc>
        <w:tc>
          <w:tcPr>
            <w:tcW w:w="2013" w:type="dxa"/>
          </w:tcPr>
          <w:p w:rsidR="00B61DAA" w:rsidRDefault="00B61DAA">
            <w:r>
              <w:t>9.00-9.40</w:t>
            </w:r>
          </w:p>
          <w:p w:rsidR="00B61DAA" w:rsidRDefault="00B61DAA">
            <w:r>
              <w:t xml:space="preserve">MATHS </w:t>
            </w:r>
          </w:p>
          <w:p w:rsidR="00B61DAA" w:rsidRPr="00E97717" w:rsidRDefault="00B61DAA">
            <w:pPr>
              <w:rPr>
                <w:color w:val="FF0000"/>
              </w:rPr>
            </w:pPr>
            <w:r w:rsidRPr="00E97717">
              <w:rPr>
                <w:color w:val="FF0000"/>
              </w:rPr>
              <w:t>LESSON 2</w:t>
            </w:r>
          </w:p>
          <w:p w:rsidR="00B61DAA" w:rsidRDefault="00B61DAA">
            <w:r>
              <w:t>BROOME</w:t>
            </w:r>
          </w:p>
          <w:p w:rsidR="00B61DAA" w:rsidRDefault="00B61DAA">
            <w:r>
              <w:t>CENTRAL MIDLAND</w:t>
            </w:r>
          </w:p>
          <w:p w:rsidR="00B61DAA" w:rsidRDefault="00B61DAA">
            <w:r>
              <w:t>ESPERANCE</w:t>
            </w:r>
          </w:p>
          <w:p w:rsidR="00E97717" w:rsidRDefault="00E97717">
            <w:r>
              <w:t>NEWMAN</w:t>
            </w:r>
          </w:p>
          <w:p w:rsidR="00E97717" w:rsidRDefault="00E97717">
            <w:r>
              <w:t>RAVENSTHORP</w:t>
            </w:r>
          </w:p>
          <w:p w:rsidR="00E97717" w:rsidRDefault="00E97717">
            <w:r>
              <w:t>TOODJAY</w:t>
            </w:r>
          </w:p>
          <w:p w:rsidR="00A958CC" w:rsidRDefault="00750BAA">
            <w:r>
              <w:t>NAREMBEEN</w:t>
            </w:r>
          </w:p>
          <w:p w:rsidR="00750BAA" w:rsidRDefault="00750BAA">
            <w:r>
              <w:t>DENMARK</w:t>
            </w:r>
          </w:p>
          <w:p w:rsidR="0074231A" w:rsidRDefault="0074231A">
            <w:r>
              <w:t>Pemberton</w:t>
            </w:r>
          </w:p>
          <w:p w:rsidR="00E97717" w:rsidRPr="00E97717" w:rsidRDefault="00E97717">
            <w:pPr>
              <w:rPr>
                <w:color w:val="FF0000"/>
              </w:rPr>
            </w:pPr>
            <w:r w:rsidRPr="00E97717">
              <w:rPr>
                <w:color w:val="FF0000"/>
              </w:rPr>
              <w:t>WEEK B</w:t>
            </w:r>
          </w:p>
          <w:p w:rsidR="00E97717" w:rsidRDefault="00E97717"/>
        </w:tc>
        <w:tc>
          <w:tcPr>
            <w:tcW w:w="2014" w:type="dxa"/>
          </w:tcPr>
          <w:p w:rsidR="00B61DAA" w:rsidRDefault="006F254D">
            <w:r>
              <w:t>1.40-2.10</w:t>
            </w:r>
          </w:p>
          <w:p w:rsidR="006F254D" w:rsidRPr="006F254D" w:rsidRDefault="006F254D">
            <w:pPr>
              <w:rPr>
                <w:color w:val="FF0000"/>
              </w:rPr>
            </w:pPr>
            <w:r w:rsidRPr="006F254D">
              <w:rPr>
                <w:color w:val="FF0000"/>
              </w:rPr>
              <w:t>Lesson 2</w:t>
            </w:r>
          </w:p>
          <w:p w:rsidR="006F254D" w:rsidRDefault="006F254D">
            <w:r>
              <w:t>Denmark</w:t>
            </w:r>
          </w:p>
          <w:p w:rsidR="006F254D" w:rsidRDefault="006F254D">
            <w:r>
              <w:t>Broome</w:t>
            </w:r>
          </w:p>
          <w:p w:rsidR="006F254D" w:rsidRDefault="006F254D">
            <w:r>
              <w:t>North Albany</w:t>
            </w:r>
          </w:p>
          <w:p w:rsidR="006F254D" w:rsidRDefault="006F254D">
            <w:proofErr w:type="spellStart"/>
            <w:r>
              <w:t>Toodjay</w:t>
            </w:r>
            <w:proofErr w:type="spellEnd"/>
          </w:p>
          <w:p w:rsidR="006F254D" w:rsidRDefault="006F254D">
            <w:r>
              <w:t>Busselton</w:t>
            </w:r>
          </w:p>
          <w:p w:rsidR="006F254D" w:rsidRDefault="006F254D">
            <w:r>
              <w:t>Central Midland</w:t>
            </w:r>
          </w:p>
          <w:p w:rsidR="006F254D" w:rsidRDefault="006F254D">
            <w:r w:rsidRPr="006F254D">
              <w:rPr>
                <w:color w:val="FF0000"/>
              </w:rPr>
              <w:t xml:space="preserve">Week </w:t>
            </w:r>
            <w:r>
              <w:rPr>
                <w:color w:val="FF0000"/>
              </w:rPr>
              <w:t>A</w:t>
            </w:r>
          </w:p>
        </w:tc>
        <w:tc>
          <w:tcPr>
            <w:tcW w:w="2014" w:type="dxa"/>
          </w:tcPr>
          <w:p w:rsidR="00B61DAA" w:rsidRDefault="00D2345A">
            <w:r>
              <w:t>10.00-10.40</w:t>
            </w:r>
          </w:p>
          <w:p w:rsidR="00D2345A" w:rsidRPr="00D2345A" w:rsidRDefault="00D2345A">
            <w:pPr>
              <w:rPr>
                <w:color w:val="FF0000"/>
              </w:rPr>
            </w:pPr>
            <w:r w:rsidRPr="00D2345A">
              <w:rPr>
                <w:color w:val="FF0000"/>
              </w:rPr>
              <w:t>MATHS</w:t>
            </w:r>
          </w:p>
          <w:p w:rsidR="00D2345A" w:rsidRDefault="00D2345A">
            <w:r>
              <w:t>ALBANY, NARROGIN</w:t>
            </w:r>
          </w:p>
          <w:p w:rsidR="0074231A" w:rsidRDefault="0074231A">
            <w:proofErr w:type="spellStart"/>
            <w:r>
              <w:t>pemberton</w:t>
            </w:r>
            <w:proofErr w:type="spellEnd"/>
          </w:p>
          <w:p w:rsidR="00D2345A" w:rsidRDefault="00D2345A">
            <w:pPr>
              <w:rPr>
                <w:color w:val="FF0000"/>
              </w:rPr>
            </w:pPr>
            <w:r w:rsidRPr="00D2345A">
              <w:rPr>
                <w:color w:val="FF0000"/>
              </w:rPr>
              <w:t>LESSON 2</w:t>
            </w:r>
          </w:p>
          <w:p w:rsidR="00D2345A" w:rsidRDefault="00D2345A">
            <w:r>
              <w:rPr>
                <w:color w:val="FF0000"/>
              </w:rPr>
              <w:t>WEEK 1</w:t>
            </w:r>
          </w:p>
        </w:tc>
      </w:tr>
      <w:tr w:rsidR="00B61DAA" w:rsidTr="00B61DAA">
        <w:trPr>
          <w:trHeight w:val="1156"/>
        </w:trPr>
        <w:tc>
          <w:tcPr>
            <w:tcW w:w="2013" w:type="dxa"/>
          </w:tcPr>
          <w:p w:rsidR="006F254D" w:rsidRDefault="006F254D" w:rsidP="006F254D">
            <w:r>
              <w:t>12.00-12.30</w:t>
            </w:r>
          </w:p>
          <w:p w:rsidR="006F254D" w:rsidRPr="00E97717" w:rsidRDefault="006F254D" w:rsidP="006F254D">
            <w:pPr>
              <w:rPr>
                <w:color w:val="FF0000"/>
              </w:rPr>
            </w:pPr>
            <w:r w:rsidRPr="00E97717">
              <w:rPr>
                <w:color w:val="FF0000"/>
              </w:rPr>
              <w:t>MATHS</w:t>
            </w:r>
          </w:p>
          <w:p w:rsidR="006F254D" w:rsidRDefault="006F254D" w:rsidP="006F254D">
            <w:r>
              <w:t>JOHN WILLOCK</w:t>
            </w:r>
          </w:p>
          <w:p w:rsidR="00DB6BFC" w:rsidRDefault="00DB6BFC" w:rsidP="006F254D">
            <w:r>
              <w:t>NEWMAN</w:t>
            </w:r>
          </w:p>
          <w:p w:rsidR="0074231A" w:rsidRDefault="0074231A" w:rsidP="006F254D">
            <w:r>
              <w:t>Pemberton</w:t>
            </w:r>
          </w:p>
          <w:p w:rsidR="00B61DAA" w:rsidRDefault="006F254D" w:rsidP="006F254D">
            <w:r w:rsidRPr="00E97717">
              <w:rPr>
                <w:color w:val="FF0000"/>
              </w:rPr>
              <w:t>WEEK 2 (L1)</w:t>
            </w:r>
          </w:p>
        </w:tc>
        <w:tc>
          <w:tcPr>
            <w:tcW w:w="2013" w:type="dxa"/>
          </w:tcPr>
          <w:p w:rsidR="00B61DAA" w:rsidRDefault="00B61DAA">
            <w:r>
              <w:t>10.00-10.40</w:t>
            </w:r>
          </w:p>
          <w:p w:rsidR="00B61DAA" w:rsidRPr="00E97717" w:rsidRDefault="00B61DAA">
            <w:pPr>
              <w:rPr>
                <w:color w:val="FF0000"/>
              </w:rPr>
            </w:pPr>
            <w:r w:rsidRPr="00E97717">
              <w:rPr>
                <w:color w:val="FF0000"/>
              </w:rPr>
              <w:t>MATHS</w:t>
            </w:r>
          </w:p>
          <w:p w:rsidR="00B61DAA" w:rsidRDefault="00B61DAA">
            <w:r>
              <w:t>BUSSELOTON, DENMARK</w:t>
            </w:r>
          </w:p>
          <w:p w:rsidR="00B61DAA" w:rsidRDefault="00B61DAA">
            <w:r>
              <w:t>CHRISTMAS ISLAND</w:t>
            </w:r>
          </w:p>
          <w:p w:rsidR="00B61DAA" w:rsidRDefault="00B61DAA">
            <w:pPr>
              <w:rPr>
                <w:color w:val="FF0000"/>
              </w:rPr>
            </w:pPr>
            <w:r w:rsidRPr="00E97717">
              <w:rPr>
                <w:color w:val="FF0000"/>
              </w:rPr>
              <w:t>LESSON 1</w:t>
            </w:r>
          </w:p>
          <w:p w:rsidR="00E97717" w:rsidRDefault="00E97717">
            <w:r>
              <w:rPr>
                <w:color w:val="FF0000"/>
              </w:rPr>
              <w:t>BOTH WEEKS</w:t>
            </w:r>
          </w:p>
        </w:tc>
        <w:tc>
          <w:tcPr>
            <w:tcW w:w="2013" w:type="dxa"/>
          </w:tcPr>
          <w:p w:rsidR="00B61DAA" w:rsidRDefault="00B61DAA"/>
        </w:tc>
        <w:tc>
          <w:tcPr>
            <w:tcW w:w="2014" w:type="dxa"/>
          </w:tcPr>
          <w:p w:rsidR="00B61DAA" w:rsidRDefault="00B61DAA"/>
        </w:tc>
        <w:tc>
          <w:tcPr>
            <w:tcW w:w="2014" w:type="dxa"/>
          </w:tcPr>
          <w:p w:rsidR="00B61DAA" w:rsidRDefault="00BC29B0">
            <w:r>
              <w:t>1.10-1.40</w:t>
            </w:r>
          </w:p>
          <w:p w:rsidR="00BC29B0" w:rsidRDefault="00BC29B0">
            <w:r>
              <w:t xml:space="preserve">John </w:t>
            </w:r>
            <w:proofErr w:type="spellStart"/>
            <w:r>
              <w:t>Will</w:t>
            </w:r>
            <w:r w:rsidR="00750BAA">
              <w:t>C</w:t>
            </w:r>
            <w:r>
              <w:t>ock</w:t>
            </w:r>
            <w:proofErr w:type="spellEnd"/>
          </w:p>
          <w:p w:rsidR="00A958CC" w:rsidRDefault="00A958CC">
            <w:r>
              <w:t>Bruce Rock</w:t>
            </w:r>
          </w:p>
          <w:p w:rsidR="00A958CC" w:rsidRDefault="00A958CC">
            <w:r>
              <w:t>Newman</w:t>
            </w:r>
          </w:p>
          <w:p w:rsidR="00A958CC" w:rsidRPr="00BC29B0" w:rsidRDefault="00A958CC" w:rsidP="00A958CC">
            <w:pPr>
              <w:rPr>
                <w:color w:val="FF0000"/>
              </w:rPr>
            </w:pPr>
            <w:r w:rsidRPr="00BC29B0">
              <w:rPr>
                <w:color w:val="FF0000"/>
              </w:rPr>
              <w:t>Lesson 2</w:t>
            </w:r>
          </w:p>
          <w:p w:rsidR="00A958CC" w:rsidRDefault="00A958CC" w:rsidP="00A958CC">
            <w:r w:rsidRPr="00BC29B0">
              <w:rPr>
                <w:color w:val="FF0000"/>
              </w:rPr>
              <w:t>Both weeks</w:t>
            </w:r>
          </w:p>
          <w:p w:rsidR="00A958CC" w:rsidRDefault="00A958CC">
            <w:r>
              <w:t>N</w:t>
            </w:r>
            <w:r w:rsidR="00750BAA">
              <w:t xml:space="preserve">ORTH </w:t>
            </w:r>
            <w:r>
              <w:t>Albany ( Week A)</w:t>
            </w:r>
          </w:p>
          <w:p w:rsidR="00A958CC" w:rsidRDefault="00A958CC">
            <w:r>
              <w:t>Esperance (Week A)</w:t>
            </w:r>
          </w:p>
          <w:p w:rsidR="00BC29B0" w:rsidRDefault="00A958CC">
            <w:r w:rsidRPr="00A958CC">
              <w:rPr>
                <w:color w:val="FF0000"/>
              </w:rPr>
              <w:t>Lesson 2</w:t>
            </w:r>
          </w:p>
        </w:tc>
      </w:tr>
      <w:tr w:rsidR="00B61DAA" w:rsidTr="00B61DAA">
        <w:trPr>
          <w:trHeight w:val="1092"/>
        </w:trPr>
        <w:tc>
          <w:tcPr>
            <w:tcW w:w="2013" w:type="dxa"/>
          </w:tcPr>
          <w:p w:rsidR="00A958CC" w:rsidRDefault="00A958CC" w:rsidP="00A958CC">
            <w:r>
              <w:t xml:space="preserve">  1.30-2.10</w:t>
            </w:r>
          </w:p>
          <w:p w:rsidR="00A958CC" w:rsidRPr="00E97717" w:rsidRDefault="00A958CC" w:rsidP="00A958CC">
            <w:pPr>
              <w:rPr>
                <w:color w:val="FF0000"/>
              </w:rPr>
            </w:pPr>
            <w:r w:rsidRPr="00E97717">
              <w:rPr>
                <w:color w:val="FF0000"/>
              </w:rPr>
              <w:t>MATHS</w:t>
            </w:r>
          </w:p>
          <w:p w:rsidR="00A958CC" w:rsidRDefault="00A958CC" w:rsidP="00A958CC">
            <w:r>
              <w:t>BRUCE ROCKS, ESPERANCE, NEWMAN, RAVENSTHORP</w:t>
            </w:r>
          </w:p>
          <w:p w:rsidR="00A958CC" w:rsidRDefault="00A958CC" w:rsidP="00A958CC">
            <w:r>
              <w:t>TOODJAY</w:t>
            </w:r>
          </w:p>
          <w:p w:rsidR="00A958CC" w:rsidRDefault="00A958CC" w:rsidP="00A958CC">
            <w:pPr>
              <w:rPr>
                <w:color w:val="FF0000"/>
              </w:rPr>
            </w:pPr>
            <w:r w:rsidRPr="00E97717">
              <w:rPr>
                <w:color w:val="FF0000"/>
              </w:rPr>
              <w:t>LESSON 1</w:t>
            </w:r>
          </w:p>
          <w:p w:rsidR="00A958CC" w:rsidRDefault="00A958CC" w:rsidP="00A958CC">
            <w:r>
              <w:t>Both Weeks</w:t>
            </w:r>
          </w:p>
          <w:p w:rsidR="00E97717" w:rsidRDefault="00E97717" w:rsidP="006F254D"/>
        </w:tc>
        <w:tc>
          <w:tcPr>
            <w:tcW w:w="2013" w:type="dxa"/>
          </w:tcPr>
          <w:p w:rsidR="00B61DAA" w:rsidRDefault="00D2345A">
            <w:r>
              <w:t>12.50-1.30</w:t>
            </w:r>
          </w:p>
          <w:p w:rsidR="00D2345A" w:rsidRDefault="00D2345A">
            <w:r>
              <w:t xml:space="preserve">NARROGIN </w:t>
            </w:r>
          </w:p>
          <w:p w:rsidR="000E4C8B" w:rsidRDefault="000E4C8B">
            <w:r>
              <w:t>ALBANY</w:t>
            </w:r>
          </w:p>
          <w:p w:rsidR="00ED523D" w:rsidRDefault="00ED523D"/>
          <w:p w:rsidR="00D2345A" w:rsidRPr="00D2345A" w:rsidRDefault="00D2345A">
            <w:pPr>
              <w:rPr>
                <w:color w:val="FF0000"/>
              </w:rPr>
            </w:pPr>
            <w:r w:rsidRPr="00D2345A">
              <w:rPr>
                <w:color w:val="FF0000"/>
              </w:rPr>
              <w:t>MATHS</w:t>
            </w:r>
          </w:p>
          <w:p w:rsidR="00D2345A" w:rsidRDefault="00ED523D">
            <w:pPr>
              <w:rPr>
                <w:color w:val="FF0000"/>
              </w:rPr>
            </w:pPr>
            <w:r>
              <w:rPr>
                <w:color w:val="FF0000"/>
              </w:rPr>
              <w:t>LESSON 2</w:t>
            </w:r>
          </w:p>
          <w:p w:rsidR="0074277F" w:rsidRPr="00D2345A" w:rsidRDefault="00ED523D">
            <w:pPr>
              <w:rPr>
                <w:color w:val="FF0000"/>
              </w:rPr>
            </w:pPr>
            <w:r>
              <w:rPr>
                <w:color w:val="FF0000"/>
              </w:rPr>
              <w:t>Both weeks</w:t>
            </w:r>
          </w:p>
          <w:p w:rsidR="00D2345A" w:rsidRDefault="00D2345A"/>
        </w:tc>
        <w:tc>
          <w:tcPr>
            <w:tcW w:w="2013" w:type="dxa"/>
          </w:tcPr>
          <w:p w:rsidR="00B61DAA" w:rsidRDefault="00B61DAA"/>
        </w:tc>
        <w:tc>
          <w:tcPr>
            <w:tcW w:w="2014" w:type="dxa"/>
          </w:tcPr>
          <w:p w:rsidR="00B61DAA" w:rsidRDefault="00B61DAA"/>
        </w:tc>
        <w:tc>
          <w:tcPr>
            <w:tcW w:w="2014" w:type="dxa"/>
          </w:tcPr>
          <w:p w:rsidR="00B61DAA" w:rsidRDefault="00B61DAA"/>
        </w:tc>
      </w:tr>
      <w:tr w:rsidR="00B61DAA" w:rsidTr="00B61DAA">
        <w:trPr>
          <w:trHeight w:val="1092"/>
        </w:trPr>
        <w:tc>
          <w:tcPr>
            <w:tcW w:w="2013" w:type="dxa"/>
          </w:tcPr>
          <w:p w:rsidR="00A958CC" w:rsidRDefault="00A958CC" w:rsidP="00A958CC">
            <w:r>
              <w:t>2.20-3.00</w:t>
            </w:r>
          </w:p>
          <w:p w:rsidR="00A958CC" w:rsidRPr="00E97717" w:rsidRDefault="00A958CC" w:rsidP="00A958CC">
            <w:pPr>
              <w:rPr>
                <w:color w:val="FF0000"/>
              </w:rPr>
            </w:pPr>
            <w:r w:rsidRPr="00E97717">
              <w:rPr>
                <w:color w:val="FF0000"/>
              </w:rPr>
              <w:t>MATHS</w:t>
            </w:r>
          </w:p>
          <w:p w:rsidR="00A958CC" w:rsidRDefault="00A958CC" w:rsidP="00A958CC">
            <w:r>
              <w:t>JOHN WILL</w:t>
            </w:r>
            <w:r w:rsidR="00750BAA">
              <w:t>C</w:t>
            </w:r>
            <w:r>
              <w:t xml:space="preserve">OCK </w:t>
            </w:r>
          </w:p>
          <w:p w:rsidR="00A958CC" w:rsidRDefault="00A958CC" w:rsidP="00A958CC">
            <w:r>
              <w:t>Albany</w:t>
            </w:r>
          </w:p>
          <w:p w:rsidR="00A958CC" w:rsidRPr="00E97717" w:rsidRDefault="00A958CC" w:rsidP="00A958CC">
            <w:pPr>
              <w:rPr>
                <w:color w:val="FF0000"/>
              </w:rPr>
            </w:pPr>
            <w:r w:rsidRPr="00E97717">
              <w:rPr>
                <w:color w:val="FF0000"/>
              </w:rPr>
              <w:t>WEEK A</w:t>
            </w:r>
          </w:p>
          <w:p w:rsidR="00E97717" w:rsidRDefault="00A958CC" w:rsidP="00A958CC">
            <w:r w:rsidRPr="00E97717">
              <w:rPr>
                <w:color w:val="FF0000"/>
              </w:rPr>
              <w:t>LESSON 1</w:t>
            </w:r>
          </w:p>
        </w:tc>
        <w:tc>
          <w:tcPr>
            <w:tcW w:w="2013" w:type="dxa"/>
          </w:tcPr>
          <w:p w:rsidR="00B61DAA" w:rsidRDefault="00ED523D">
            <w:r>
              <w:t>1.30-2.00</w:t>
            </w:r>
          </w:p>
          <w:p w:rsidR="00ED523D" w:rsidRDefault="00ED523D">
            <w:r>
              <w:t xml:space="preserve">John </w:t>
            </w:r>
            <w:proofErr w:type="spellStart"/>
            <w:r>
              <w:t>Will</w:t>
            </w:r>
            <w:r w:rsidR="00750BAA">
              <w:t>C</w:t>
            </w:r>
            <w:r>
              <w:t>ock</w:t>
            </w:r>
            <w:proofErr w:type="spellEnd"/>
          </w:p>
          <w:p w:rsidR="0074231A" w:rsidRDefault="0074231A">
            <w:r>
              <w:t>Pemberton</w:t>
            </w:r>
          </w:p>
          <w:p w:rsidR="00ED523D" w:rsidRDefault="00ED523D">
            <w:r w:rsidRPr="00ED523D">
              <w:rPr>
                <w:color w:val="FF0000"/>
              </w:rPr>
              <w:t>Lesson 1 week 2</w:t>
            </w:r>
          </w:p>
        </w:tc>
        <w:tc>
          <w:tcPr>
            <w:tcW w:w="2013" w:type="dxa"/>
          </w:tcPr>
          <w:p w:rsidR="00B61DAA" w:rsidRDefault="00B61DAA"/>
        </w:tc>
        <w:tc>
          <w:tcPr>
            <w:tcW w:w="2014" w:type="dxa"/>
          </w:tcPr>
          <w:p w:rsidR="00B61DAA" w:rsidRDefault="00B61DAA"/>
        </w:tc>
        <w:tc>
          <w:tcPr>
            <w:tcW w:w="2014" w:type="dxa"/>
          </w:tcPr>
          <w:p w:rsidR="00B61DAA" w:rsidRDefault="00B61DAA"/>
        </w:tc>
      </w:tr>
    </w:tbl>
    <w:p w:rsidR="00FB19D2" w:rsidRDefault="00FB19D2">
      <w:r>
        <w:t xml:space="preserve"> </w:t>
      </w:r>
    </w:p>
    <w:p w:rsidR="00B61DAA" w:rsidRPr="00FB19D2" w:rsidRDefault="00FB19D2">
      <w:pPr>
        <w:rPr>
          <w:b/>
          <w:u w:val="single"/>
        </w:rPr>
      </w:pPr>
      <w:r>
        <w:t xml:space="preserve">NOTE:  </w:t>
      </w:r>
      <w:proofErr w:type="spellStart"/>
      <w:r w:rsidRPr="00FB19D2">
        <w:rPr>
          <w:b/>
          <w:u w:val="single"/>
        </w:rPr>
        <w:t>Nareembeen</w:t>
      </w:r>
      <w:proofErr w:type="spellEnd"/>
      <w:r>
        <w:rPr>
          <w:b/>
          <w:u w:val="single"/>
        </w:rPr>
        <w:t xml:space="preserve">   </w:t>
      </w:r>
      <w:r w:rsidRPr="00FB19D2">
        <w:rPr>
          <w:b/>
          <w:u w:val="single"/>
        </w:rPr>
        <w:t xml:space="preserve"> to negotiate Week </w:t>
      </w:r>
      <w:proofErr w:type="gramStart"/>
      <w:r w:rsidRPr="00FB19D2">
        <w:rPr>
          <w:b/>
          <w:u w:val="single"/>
        </w:rPr>
        <w:t>A</w:t>
      </w:r>
      <w:proofErr w:type="gramEnd"/>
      <w:r w:rsidRPr="00FB19D2">
        <w:rPr>
          <w:b/>
          <w:u w:val="single"/>
        </w:rPr>
        <w:t xml:space="preserve"> Lesson 2.</w:t>
      </w:r>
    </w:p>
    <w:p w:rsidR="0066155E" w:rsidRDefault="0066155E"/>
    <w:p w:rsidR="00CC05E8" w:rsidRDefault="00CC05E8" w:rsidP="00CC05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YEAR 8  </w:t>
      </w:r>
    </w:p>
    <w:p w:rsidR="00CC05E8" w:rsidRDefault="00CC05E8" w:rsidP="00CC05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Science</w:t>
      </w:r>
    </w:p>
    <w:p w:rsidR="00CC05E8" w:rsidRDefault="00CC05E8" w:rsidP="00CC05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GT Online</w:t>
      </w:r>
    </w:p>
    <w:tbl>
      <w:tblPr>
        <w:tblStyle w:val="TableGrid"/>
        <w:tblW w:w="10067" w:type="dxa"/>
        <w:tblLook w:val="04A0" w:firstRow="1" w:lastRow="0" w:firstColumn="1" w:lastColumn="0" w:noHBand="0" w:noVBand="1"/>
      </w:tblPr>
      <w:tblGrid>
        <w:gridCol w:w="2013"/>
        <w:gridCol w:w="2013"/>
        <w:gridCol w:w="2013"/>
        <w:gridCol w:w="2014"/>
        <w:gridCol w:w="2014"/>
      </w:tblGrid>
      <w:tr w:rsidR="00CC05E8" w:rsidTr="00CC05E8">
        <w:trPr>
          <w:trHeight w:val="338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MONDAY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TUESDAY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WEDNESDAY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THURSDAY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FRIDAY</w:t>
            </w:r>
          </w:p>
        </w:tc>
      </w:tr>
      <w:tr w:rsidR="00CC05E8" w:rsidTr="00CC05E8">
        <w:trPr>
          <w:trHeight w:val="115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>
            <w:r>
              <w:t>9.00-9.40</w:t>
            </w:r>
          </w:p>
          <w:p w:rsidR="00CC05E8" w:rsidRDefault="00CC05E8">
            <w:r>
              <w:t>Broome</w:t>
            </w:r>
          </w:p>
          <w:p w:rsidR="00CC05E8" w:rsidRDefault="00CC05E8">
            <w:r>
              <w:t>Busselton</w:t>
            </w:r>
          </w:p>
          <w:p w:rsidR="00CC05E8" w:rsidRDefault="00CC05E8">
            <w:r>
              <w:t>Christmas island</w:t>
            </w:r>
          </w:p>
          <w:p w:rsidR="00CC05E8" w:rsidRDefault="00CC05E8">
            <w:r>
              <w:t>Esperance</w:t>
            </w:r>
          </w:p>
          <w:p w:rsidR="00CC05E8" w:rsidRDefault="00CC05E8">
            <w:r>
              <w:t>Denmark</w:t>
            </w:r>
          </w:p>
          <w:p w:rsidR="00CC05E8" w:rsidRDefault="00CC05E8">
            <w:pPr>
              <w:rPr>
                <w:color w:val="FF0000"/>
              </w:rPr>
            </w:pPr>
            <w:r>
              <w:rPr>
                <w:color w:val="FF0000"/>
              </w:rPr>
              <w:t>Lesson 1</w:t>
            </w:r>
          </w:p>
          <w:p w:rsidR="00CC05E8" w:rsidRDefault="00CC05E8"/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/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/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>
            <w:r>
              <w:t>9.00-9.4-</w:t>
            </w:r>
          </w:p>
          <w:p w:rsidR="00CC05E8" w:rsidRDefault="00CC05E8">
            <w:r>
              <w:t>Albany</w:t>
            </w:r>
          </w:p>
          <w:p w:rsidR="00CC05E8" w:rsidRDefault="00CC05E8">
            <w:r>
              <w:t>Narrogin</w:t>
            </w:r>
          </w:p>
          <w:p w:rsidR="00CC05E8" w:rsidRDefault="00CC05E8">
            <w:pPr>
              <w:rPr>
                <w:color w:val="FF0000"/>
              </w:rPr>
            </w:pPr>
            <w:r>
              <w:rPr>
                <w:color w:val="FF0000"/>
              </w:rPr>
              <w:t>Lesson 2</w:t>
            </w:r>
          </w:p>
          <w:p w:rsidR="00CC05E8" w:rsidRDefault="00CC05E8"/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9.00-9.40</w:t>
            </w:r>
          </w:p>
          <w:p w:rsidR="00CC05E8" w:rsidRDefault="00CC05E8">
            <w:r>
              <w:t>Bruce Rock</w:t>
            </w:r>
          </w:p>
          <w:p w:rsidR="00CC05E8" w:rsidRDefault="00CC05E8">
            <w:proofErr w:type="spellStart"/>
            <w:r>
              <w:t>Narremban</w:t>
            </w:r>
            <w:proofErr w:type="spellEnd"/>
          </w:p>
          <w:p w:rsidR="00CC05E8" w:rsidRDefault="00CC05E8">
            <w:r>
              <w:t>North Albany</w:t>
            </w:r>
          </w:p>
          <w:p w:rsidR="00CC05E8" w:rsidRDefault="00CC05E8">
            <w:r>
              <w:rPr>
                <w:color w:val="FF0000"/>
              </w:rPr>
              <w:t>Lesson 2</w:t>
            </w:r>
          </w:p>
        </w:tc>
      </w:tr>
      <w:tr w:rsidR="00CC05E8" w:rsidTr="00CC05E8">
        <w:trPr>
          <w:trHeight w:val="115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11.30-12.00</w:t>
            </w:r>
          </w:p>
          <w:p w:rsidR="00CC05E8" w:rsidRDefault="00CC05E8">
            <w:r>
              <w:t xml:space="preserve">John </w:t>
            </w:r>
            <w:proofErr w:type="spellStart"/>
            <w:r>
              <w:t>Willock</w:t>
            </w:r>
            <w:proofErr w:type="spellEnd"/>
          </w:p>
          <w:p w:rsidR="00CC05E8" w:rsidRDefault="00CC05E8">
            <w:r>
              <w:t>Central Midland</w:t>
            </w:r>
          </w:p>
          <w:p w:rsidR="00CC05E8" w:rsidRDefault="00CC05E8">
            <w:r>
              <w:rPr>
                <w:color w:val="FF0000"/>
              </w:rPr>
              <w:t>Lesson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/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>
            <w:r>
              <w:t>12.00-12.40</w:t>
            </w:r>
          </w:p>
          <w:p w:rsidR="00CC05E8" w:rsidRDefault="00CC05E8">
            <w:r>
              <w:t>Busselton</w:t>
            </w:r>
          </w:p>
          <w:p w:rsidR="00CC05E8" w:rsidRDefault="00CC05E8">
            <w:r>
              <w:t>Broome</w:t>
            </w:r>
          </w:p>
          <w:p w:rsidR="00CC05E8" w:rsidRDefault="00CC05E8">
            <w:r>
              <w:t>Denmark</w:t>
            </w:r>
          </w:p>
          <w:p w:rsidR="00CC05E8" w:rsidRDefault="00CC05E8">
            <w:proofErr w:type="spellStart"/>
            <w:r>
              <w:t>Espearnce</w:t>
            </w:r>
            <w:proofErr w:type="spellEnd"/>
          </w:p>
          <w:p w:rsidR="00CC05E8" w:rsidRDefault="00CC05E8">
            <w:pPr>
              <w:rPr>
                <w:color w:val="FF0000"/>
              </w:rPr>
            </w:pPr>
            <w:r>
              <w:rPr>
                <w:color w:val="FF0000"/>
              </w:rPr>
              <w:t>Lesson 2</w:t>
            </w:r>
          </w:p>
          <w:p w:rsidR="00CC05E8" w:rsidRDefault="00CC05E8"/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>
            <w:r>
              <w:t>10.10-10.50</w:t>
            </w:r>
          </w:p>
          <w:p w:rsidR="00CC05E8" w:rsidRDefault="00CC05E8">
            <w:proofErr w:type="spellStart"/>
            <w:r>
              <w:t>Ravensthorp</w:t>
            </w:r>
            <w:proofErr w:type="spellEnd"/>
          </w:p>
          <w:p w:rsidR="00CC05E8" w:rsidRDefault="00CC05E8">
            <w:proofErr w:type="spellStart"/>
            <w:r>
              <w:t>Toodjay</w:t>
            </w:r>
            <w:proofErr w:type="spellEnd"/>
          </w:p>
          <w:p w:rsidR="00CC05E8" w:rsidRDefault="00CC05E8">
            <w:pPr>
              <w:rPr>
                <w:color w:val="FF0000"/>
              </w:rPr>
            </w:pPr>
            <w:r>
              <w:rPr>
                <w:color w:val="FF0000"/>
              </w:rPr>
              <w:t>Lesson 2</w:t>
            </w:r>
          </w:p>
          <w:p w:rsidR="00CC05E8" w:rsidRDefault="00CC05E8"/>
          <w:p w:rsidR="00CC05E8" w:rsidRDefault="00CC05E8"/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10.00-10.30</w:t>
            </w:r>
          </w:p>
          <w:p w:rsidR="00CC05E8" w:rsidRDefault="00CC05E8">
            <w:r>
              <w:t>Central Midland</w:t>
            </w:r>
          </w:p>
          <w:p w:rsidR="00CC05E8" w:rsidRDefault="00CC05E8">
            <w:r>
              <w:rPr>
                <w:color w:val="FF0000"/>
              </w:rPr>
              <w:t>Lesson 2</w:t>
            </w:r>
          </w:p>
        </w:tc>
      </w:tr>
      <w:tr w:rsidR="00CC05E8" w:rsidTr="00CC05E8">
        <w:trPr>
          <w:trHeight w:val="1092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12.10-12.30</w:t>
            </w:r>
          </w:p>
          <w:p w:rsidR="00CC05E8" w:rsidRDefault="00CC05E8">
            <w:r>
              <w:t>Albany</w:t>
            </w:r>
          </w:p>
          <w:p w:rsidR="00CC05E8" w:rsidRDefault="00CC05E8">
            <w:r>
              <w:t>Narrogin</w:t>
            </w:r>
          </w:p>
          <w:p w:rsidR="00CC05E8" w:rsidRDefault="00CC05E8">
            <w:proofErr w:type="spellStart"/>
            <w:r>
              <w:t>Ravensthorp</w:t>
            </w:r>
            <w:proofErr w:type="spellEnd"/>
          </w:p>
          <w:p w:rsidR="00CC05E8" w:rsidRDefault="00CC05E8">
            <w:r>
              <w:t>Newman</w:t>
            </w:r>
          </w:p>
          <w:p w:rsidR="00CC05E8" w:rsidRDefault="00CC05E8">
            <w:proofErr w:type="spellStart"/>
            <w:r>
              <w:t>pemberton</w:t>
            </w:r>
            <w:proofErr w:type="spellEnd"/>
          </w:p>
          <w:p w:rsidR="00CC05E8" w:rsidRDefault="00CC05E8">
            <w:r>
              <w:rPr>
                <w:color w:val="FF0000"/>
              </w:rPr>
              <w:t>Lesson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/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2.30-2.50</w:t>
            </w:r>
          </w:p>
          <w:p w:rsidR="00CC05E8" w:rsidRDefault="00CC05E8">
            <w:r>
              <w:t>Christmas Island</w:t>
            </w:r>
          </w:p>
          <w:p w:rsidR="00CC05E8" w:rsidRDefault="00CC05E8">
            <w:r>
              <w:t xml:space="preserve">John </w:t>
            </w:r>
            <w:proofErr w:type="spellStart"/>
            <w:r>
              <w:t>Willock</w:t>
            </w:r>
            <w:proofErr w:type="spellEnd"/>
          </w:p>
          <w:p w:rsidR="00CC05E8" w:rsidRDefault="00CC05E8">
            <w:proofErr w:type="spellStart"/>
            <w:r>
              <w:t>pemberton</w:t>
            </w:r>
            <w:proofErr w:type="spellEnd"/>
          </w:p>
          <w:p w:rsidR="00CC05E8" w:rsidRDefault="00CC05E8">
            <w:r>
              <w:rPr>
                <w:color w:val="FF0000"/>
              </w:rPr>
              <w:t>Lesson 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12.00-12.30</w:t>
            </w:r>
          </w:p>
          <w:p w:rsidR="00CC05E8" w:rsidRDefault="00CC05E8">
            <w:r>
              <w:t>Newman</w:t>
            </w:r>
          </w:p>
          <w:p w:rsidR="00CC05E8" w:rsidRDefault="00CC05E8">
            <w:r>
              <w:rPr>
                <w:color w:val="FF0000"/>
              </w:rPr>
              <w:t>Lesson 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/>
        </w:tc>
      </w:tr>
      <w:tr w:rsidR="00CC05E8" w:rsidTr="00CC05E8">
        <w:trPr>
          <w:trHeight w:val="1092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E8" w:rsidRDefault="00CC05E8">
            <w:r>
              <w:t>12.50-1.20</w:t>
            </w:r>
          </w:p>
          <w:p w:rsidR="00CC05E8" w:rsidRDefault="00CC05E8">
            <w:r>
              <w:t>Bruce Rock</w:t>
            </w:r>
          </w:p>
          <w:p w:rsidR="00CC05E8" w:rsidRDefault="00CC05E8">
            <w:proofErr w:type="spellStart"/>
            <w:r>
              <w:t>Toodjay</w:t>
            </w:r>
            <w:proofErr w:type="spellEnd"/>
          </w:p>
          <w:p w:rsidR="00CC05E8" w:rsidRDefault="00CC05E8">
            <w:r>
              <w:t xml:space="preserve">Narembeen </w:t>
            </w:r>
          </w:p>
          <w:p w:rsidR="00CC05E8" w:rsidRDefault="00CC05E8">
            <w:r>
              <w:t>North Albany</w:t>
            </w:r>
          </w:p>
          <w:p w:rsidR="00CC05E8" w:rsidRDefault="00CC05E8">
            <w:r>
              <w:rPr>
                <w:color w:val="FF0000"/>
              </w:rPr>
              <w:t>Lesson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/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/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/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E8" w:rsidRDefault="00CC05E8"/>
        </w:tc>
      </w:tr>
    </w:tbl>
    <w:p w:rsidR="00CC05E8" w:rsidRDefault="00CC05E8" w:rsidP="00CC05E8"/>
    <w:p w:rsidR="00CC05E8" w:rsidRDefault="00CC05E8" w:rsidP="00CC05E8"/>
    <w:p w:rsidR="00CC05E8" w:rsidRDefault="00CC05E8">
      <w:bookmarkStart w:id="0" w:name="_GoBack"/>
      <w:bookmarkEnd w:id="0"/>
    </w:p>
    <w:sectPr w:rsidR="00CC05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AA"/>
    <w:rsid w:val="000E4C8B"/>
    <w:rsid w:val="0066155E"/>
    <w:rsid w:val="006F254D"/>
    <w:rsid w:val="0074231A"/>
    <w:rsid w:val="0074277F"/>
    <w:rsid w:val="00750BAA"/>
    <w:rsid w:val="00A958CC"/>
    <w:rsid w:val="00B61DAA"/>
    <w:rsid w:val="00BC29B0"/>
    <w:rsid w:val="00C96B11"/>
    <w:rsid w:val="00CC05E8"/>
    <w:rsid w:val="00D2345A"/>
    <w:rsid w:val="00DB6BFC"/>
    <w:rsid w:val="00E97717"/>
    <w:rsid w:val="00ED523D"/>
    <w:rsid w:val="00F4105D"/>
    <w:rsid w:val="00FB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5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3106A63B</Template>
  <TotalTime>30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SAMBHARA Vani</dc:creator>
  <cp:lastModifiedBy>SAMBHARA Vani</cp:lastModifiedBy>
  <cp:revision>8</cp:revision>
  <cp:lastPrinted>2018-02-06T01:25:00Z</cp:lastPrinted>
  <dcterms:created xsi:type="dcterms:W3CDTF">2018-02-05T05:46:00Z</dcterms:created>
  <dcterms:modified xsi:type="dcterms:W3CDTF">2018-02-06T03:17:00Z</dcterms:modified>
</cp:coreProperties>
</file>