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B4" w:rsidRDefault="00E66745">
      <w:pPr>
        <w:pStyle w:val="Heading1"/>
      </w:pPr>
      <w:bookmarkStart w:id="0" w:name="_GoBack"/>
      <w:bookmarkEnd w:id="0"/>
      <w:r>
        <w:t xml:space="preserve">Year </w:t>
      </w:r>
      <w:r w:rsidR="00704FC3">
        <w:t>9</w:t>
      </w:r>
      <w:r>
        <w:t xml:space="preserve"> Maths GT Online Timetable  </w:t>
      </w:r>
    </w:p>
    <w:p w:rsidR="00201EB4" w:rsidRDefault="00E66745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leGrid"/>
        <w:tblW w:w="8524" w:type="dxa"/>
        <w:tblInd w:w="-108" w:type="dxa"/>
        <w:tblCellMar>
          <w:top w:w="8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138"/>
        <w:gridCol w:w="3507"/>
        <w:gridCol w:w="3879"/>
      </w:tblGrid>
      <w:tr w:rsidR="00201EB4" w:rsidRPr="00704FC3">
        <w:trPr>
          <w:trHeight w:val="562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B4" w:rsidRPr="00704FC3" w:rsidRDefault="00E66745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704FC3">
              <w:rPr>
                <w:rFonts w:asciiTheme="majorHAnsi" w:eastAsia="Arial" w:hAnsiTheme="majorHAnsi" w:cstheme="majorHAnsi"/>
                <w:b/>
                <w:sz w:val="28"/>
                <w:szCs w:val="28"/>
              </w:rPr>
              <w:t xml:space="preserve">Lesson Number 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B4" w:rsidRPr="00704FC3" w:rsidRDefault="00E66745">
            <w:pPr>
              <w:ind w:right="64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704FC3">
              <w:rPr>
                <w:rFonts w:asciiTheme="majorHAnsi" w:eastAsia="Arial" w:hAnsiTheme="majorHAnsi" w:cstheme="majorHAnsi"/>
                <w:b/>
                <w:sz w:val="28"/>
                <w:szCs w:val="28"/>
              </w:rPr>
              <w:t xml:space="preserve">Day and Approx Time 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B4" w:rsidRPr="00704FC3" w:rsidRDefault="00E66745">
            <w:pPr>
              <w:ind w:right="60"/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704FC3">
              <w:rPr>
                <w:rFonts w:asciiTheme="majorHAnsi" w:eastAsia="Arial" w:hAnsiTheme="majorHAnsi" w:cstheme="majorHAnsi"/>
                <w:b/>
                <w:sz w:val="28"/>
                <w:szCs w:val="28"/>
              </w:rPr>
              <w:t xml:space="preserve">School </w:t>
            </w:r>
          </w:p>
        </w:tc>
      </w:tr>
      <w:tr w:rsidR="00704FC3" w:rsidRPr="00704FC3" w:rsidTr="00704FC3">
        <w:trPr>
          <w:trHeight w:val="1761"/>
        </w:trPr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FC3" w:rsidRPr="00704FC3" w:rsidRDefault="00704FC3">
            <w:pPr>
              <w:ind w:left="13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704FC3" w:rsidRPr="00704FC3" w:rsidRDefault="0032713E">
            <w:pPr>
              <w:ind w:left="13"/>
              <w:rPr>
                <w:rFonts w:asciiTheme="majorHAnsi" w:hAnsiTheme="majorHAnsi" w:cstheme="majorHAnsi"/>
                <w:sz w:val="28"/>
                <w:szCs w:val="28"/>
              </w:rPr>
            </w:pPr>
            <w:r w:rsidRPr="00704FC3">
              <w:rPr>
                <w:rFonts w:asciiTheme="majorHAnsi" w:hAnsiTheme="majorHAnsi" w:cstheme="maj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A99BDE8" wp14:editId="771764B7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1557020</wp:posOffset>
                      </wp:positionV>
                      <wp:extent cx="1828800" cy="1828800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2713E" w:rsidRPr="00704FC3" w:rsidRDefault="0032713E" w:rsidP="0032713E">
                                  <w:pPr>
                                    <w:spacing w:after="0"/>
                                    <w:ind w:left="13"/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A99BD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3.4pt;margin-top:122.6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" filled="f" stroked="f">
                      <v:textbox style="mso-fit-shape-to-text:t">
                        <w:txbxContent>
                          <w:p w:rsidR="0032713E" w:rsidRPr="00704FC3" w:rsidRDefault="0032713E" w:rsidP="0032713E">
                            <w:pPr>
                              <w:spacing w:after="0"/>
                              <w:ind w:left="13"/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FC3" w:rsidRPr="00704FC3" w:rsidRDefault="00704FC3" w:rsidP="001537E5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704FC3">
              <w:rPr>
                <w:rFonts w:asciiTheme="majorHAnsi" w:hAnsiTheme="majorHAnsi" w:cstheme="majorHAnsi"/>
                <w:sz w:val="28"/>
                <w:szCs w:val="28"/>
              </w:rPr>
              <w:t xml:space="preserve">Tuesday </w:t>
            </w: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9 – 9.40 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4FC3" w:rsidRPr="00E66745" w:rsidRDefault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 xml:space="preserve">Albany </w:t>
            </w:r>
          </w:p>
          <w:p w:rsidR="00704FC3" w:rsidRPr="00E66745" w:rsidRDefault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>Australind</w:t>
            </w:r>
          </w:p>
          <w:p w:rsidR="00704FC3" w:rsidRPr="00E66745" w:rsidRDefault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>Jurien Bay</w:t>
            </w:r>
          </w:p>
          <w:p w:rsidR="00704FC3" w:rsidRPr="00E66745" w:rsidRDefault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>Manjimup</w:t>
            </w:r>
          </w:p>
          <w:p w:rsidR="00704FC3" w:rsidRPr="00E66745" w:rsidRDefault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 xml:space="preserve">Narrogin </w:t>
            </w:r>
          </w:p>
          <w:p w:rsidR="00704FC3" w:rsidRPr="00E66745" w:rsidRDefault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>Northcliffe</w:t>
            </w:r>
          </w:p>
          <w:p w:rsidR="00704FC3" w:rsidRPr="00E66745" w:rsidRDefault="004920C9" w:rsidP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Enya</w:t>
            </w:r>
          </w:p>
        </w:tc>
      </w:tr>
      <w:tr w:rsidR="00704FC3" w:rsidRPr="00704FC3" w:rsidTr="00CE011D">
        <w:trPr>
          <w:trHeight w:val="99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FC3" w:rsidRPr="00704FC3" w:rsidRDefault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FC3" w:rsidRP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Tuesday 10.10 – 10.30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C3" w:rsidRPr="00E66745" w:rsidRDefault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704FC3" w:rsidRPr="00E66745" w:rsidRDefault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>Margret River (Lindsey)</w:t>
            </w:r>
          </w:p>
        </w:tc>
      </w:tr>
      <w:tr w:rsidR="00704FC3" w:rsidRPr="00704FC3" w:rsidTr="00704FC3">
        <w:trPr>
          <w:trHeight w:val="99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FC3" w:rsidRP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704FC3" w:rsidRDefault="00704FC3" w:rsidP="00704FC3">
            <w:pPr>
              <w:rPr>
                <w:rFonts w:asciiTheme="majorHAnsi" w:eastAsia="Arial" w:hAnsiTheme="majorHAnsi" w:cstheme="majorHAnsi"/>
                <w:sz w:val="28"/>
                <w:szCs w:val="28"/>
              </w:rPr>
            </w:pPr>
            <w:r>
              <w:rPr>
                <w:rFonts w:asciiTheme="majorHAnsi" w:eastAsia="Arial" w:hAnsiTheme="majorHAnsi" w:cstheme="majorHAnsi"/>
                <w:sz w:val="28"/>
                <w:szCs w:val="28"/>
              </w:rPr>
              <w:t>Week A:</w:t>
            </w:r>
          </w:p>
          <w:p w:rsidR="00704FC3" w:rsidRP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704FC3">
              <w:rPr>
                <w:rFonts w:asciiTheme="majorHAnsi" w:eastAsia="Arial" w:hAnsiTheme="majorHAnsi" w:cstheme="majorHAnsi"/>
                <w:sz w:val="28"/>
                <w:szCs w:val="28"/>
              </w:rPr>
              <w:t xml:space="preserve">Monday 9.50 – 10.30 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D50A9D" w:rsidRPr="00E66745" w:rsidRDefault="00D50A9D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704FC3" w:rsidRPr="00E66745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 xml:space="preserve">Denmark </w:t>
            </w:r>
          </w:p>
          <w:p w:rsidR="00704FC3" w:rsidRPr="00E66745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 xml:space="preserve">Northam </w:t>
            </w:r>
          </w:p>
          <w:p w:rsidR="00D50A9D" w:rsidRPr="00E66745" w:rsidRDefault="00D50A9D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704FC3" w:rsidRPr="00704FC3" w:rsidTr="00704FC3">
        <w:trPr>
          <w:trHeight w:val="99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4FC3" w:rsidRP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Week A: </w:t>
            </w:r>
          </w:p>
          <w:p w:rsidR="00704FC3" w:rsidRP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Monday 11.40 – 12.00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</w:tcPr>
          <w:p w:rsidR="00704FC3" w:rsidRPr="00E66745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704FC3" w:rsidRPr="00E66745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 xml:space="preserve">North Albany </w:t>
            </w:r>
          </w:p>
        </w:tc>
      </w:tr>
      <w:tr w:rsidR="00704FC3" w:rsidRPr="00704FC3" w:rsidTr="00704FC3">
        <w:trPr>
          <w:trHeight w:val="996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04FC3" w:rsidRP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Week B: </w:t>
            </w:r>
          </w:p>
          <w:p w:rsidR="00704FC3" w:rsidRP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Monday 12.10 – 12.30 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North Albany </w:t>
            </w:r>
          </w:p>
          <w:p w:rsidR="00D50A9D" w:rsidRPr="00704FC3" w:rsidRDefault="00D50A9D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704FC3" w:rsidRPr="00704FC3" w:rsidTr="00704FC3">
        <w:trPr>
          <w:trHeight w:val="99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FC3" w:rsidRP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Week B </w:t>
            </w:r>
          </w:p>
          <w:p w:rsidR="00704FC3" w:rsidRPr="00704FC3" w:rsidRDefault="004920C9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Tuesday 1.30 – 2.</w:t>
            </w:r>
            <w:r w:rsidR="00704FC3">
              <w:rPr>
                <w:rFonts w:asciiTheme="majorHAnsi" w:hAnsiTheme="majorHAnsi" w:cstheme="majorHAnsi"/>
                <w:sz w:val="28"/>
                <w:szCs w:val="28"/>
              </w:rPr>
              <w:t xml:space="preserve">10 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:rsidR="00D50A9D" w:rsidRDefault="00D50A9D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D50A9D" w:rsidRDefault="00D50A9D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Denmark</w:t>
            </w:r>
          </w:p>
          <w:p w:rsidR="00D50A9D" w:rsidRDefault="00D50A9D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Northam </w:t>
            </w:r>
          </w:p>
          <w:p w:rsidR="00D50A9D" w:rsidRPr="00704FC3" w:rsidRDefault="00D50A9D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704FC3" w:rsidRPr="00704FC3" w:rsidTr="00704FC3">
        <w:trPr>
          <w:trHeight w:val="562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FC3" w:rsidRP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738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04FC3" w:rsidRPr="00704FC3" w:rsidRDefault="00704FC3" w:rsidP="00704FC3">
            <w:pPr>
              <w:ind w:left="2583"/>
              <w:rPr>
                <w:rFonts w:asciiTheme="majorHAnsi" w:hAnsiTheme="majorHAnsi" w:cstheme="majorHAnsi"/>
                <w:sz w:val="28"/>
                <w:szCs w:val="28"/>
              </w:rPr>
            </w:pPr>
            <w:r w:rsidRPr="00704FC3">
              <w:rPr>
                <w:rFonts w:asciiTheme="majorHAnsi" w:eastAsia="Arial" w:hAnsiTheme="majorHAnsi" w:cstheme="majorHAnsi"/>
                <w:b/>
                <w:sz w:val="28"/>
                <w:szCs w:val="28"/>
              </w:rPr>
              <w:t xml:space="preserve">AND </w:t>
            </w:r>
          </w:p>
        </w:tc>
      </w:tr>
      <w:tr w:rsidR="00704FC3" w:rsidRPr="00704FC3">
        <w:trPr>
          <w:trHeight w:val="1121"/>
        </w:trPr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FC3" w:rsidRPr="00704FC3" w:rsidRDefault="00704FC3" w:rsidP="00704FC3">
            <w:pPr>
              <w:ind w:left="148"/>
              <w:rPr>
                <w:rFonts w:asciiTheme="majorHAnsi" w:hAnsiTheme="majorHAnsi" w:cstheme="majorHAnsi"/>
                <w:sz w:val="28"/>
                <w:szCs w:val="28"/>
              </w:rPr>
            </w:pPr>
            <w:r w:rsidRPr="00704FC3">
              <w:rPr>
                <w:rFonts w:asciiTheme="majorHAnsi" w:hAnsiTheme="majorHAnsi" w:cstheme="maj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463CA6" wp14:editId="70916B1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635</wp:posOffset>
                      </wp:positionV>
                      <wp:extent cx="1828800" cy="182880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2713E" w:rsidRDefault="0032713E" w:rsidP="00704FC3">
                                  <w:pPr>
                                    <w:spacing w:after="0"/>
                                    <w:ind w:left="13"/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:rsidR="0032713E" w:rsidRDefault="0032713E" w:rsidP="00704FC3">
                                  <w:pPr>
                                    <w:spacing w:after="0"/>
                                    <w:ind w:left="13"/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:rsidR="00704FC3" w:rsidRPr="00704FC3" w:rsidRDefault="00704FC3" w:rsidP="00704FC3">
                                  <w:pPr>
                                    <w:spacing w:after="0"/>
                                    <w:ind w:left="13"/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463CA6" id="Text Box 2" o:spid="_x0000_s1027" type="#_x0000_t202" style="position:absolute;left:0;text-align:left;margin-left:-.35pt;margin-top:.05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" filled="f" stroked="f">
                      <v:textbox style="mso-fit-shape-to-text:t">
                        <w:txbxContent>
                          <w:p w:rsidR="0032713E" w:rsidRDefault="0032713E" w:rsidP="00704FC3">
                            <w:pPr>
                              <w:spacing w:after="0"/>
                              <w:ind w:left="13"/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2713E" w:rsidRDefault="0032713E" w:rsidP="00704FC3">
                            <w:pPr>
                              <w:spacing w:after="0"/>
                              <w:ind w:left="13"/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704FC3" w:rsidRPr="00704FC3" w:rsidRDefault="00704FC3" w:rsidP="00704FC3">
                            <w:pPr>
                              <w:spacing w:after="0"/>
                              <w:ind w:left="13"/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745" w:rsidRPr="00704FC3" w:rsidRDefault="00E66745" w:rsidP="00E66745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Wednesday 10.30 – 11.10 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Manjimup</w:t>
            </w:r>
          </w:p>
          <w:p w:rsid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Narrogin</w:t>
            </w:r>
            <w:r w:rsidR="004920C9">
              <w:rPr>
                <w:rFonts w:asciiTheme="majorHAnsi" w:hAnsiTheme="majorHAnsi" w:cstheme="majorHAnsi"/>
                <w:sz w:val="28"/>
                <w:szCs w:val="28"/>
              </w:rPr>
              <w:t xml:space="preserve"> (Recess)</w:t>
            </w:r>
          </w:p>
          <w:p w:rsid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Northam (Finish Hass Early?)</w:t>
            </w:r>
          </w:p>
          <w:p w:rsid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Margret river </w:t>
            </w:r>
          </w:p>
          <w:p w:rsid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North Albany </w:t>
            </w:r>
          </w:p>
          <w:p w:rsidR="004920C9" w:rsidRPr="00704FC3" w:rsidRDefault="004920C9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Northcliffe (Recess)</w:t>
            </w:r>
          </w:p>
        </w:tc>
      </w:tr>
      <w:tr w:rsidR="00704FC3" w:rsidRPr="00704FC3" w:rsidTr="00E66745">
        <w:trPr>
          <w:trHeight w:val="11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04FC3" w:rsidRPr="00704FC3" w:rsidRDefault="00704FC3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FC3" w:rsidRPr="00704FC3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Wednesday 11.10 – 11.50 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745" w:rsidRDefault="00E66745" w:rsidP="00E66745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Denmark </w:t>
            </w:r>
          </w:p>
          <w:p w:rsidR="00704FC3" w:rsidRPr="00704FC3" w:rsidRDefault="00E66745" w:rsidP="00E66745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Jurien (?)</w:t>
            </w:r>
          </w:p>
        </w:tc>
      </w:tr>
      <w:tr w:rsidR="00E66745" w:rsidRPr="00704FC3" w:rsidTr="00E66745">
        <w:trPr>
          <w:trHeight w:val="1147"/>
        </w:trPr>
        <w:tc>
          <w:tcPr>
            <w:tcW w:w="0" w:type="auto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66745" w:rsidRPr="00704FC3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:rsidR="00E66745" w:rsidRP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>Week A:</w:t>
            </w:r>
          </w:p>
          <w:p w:rsidR="00E66745" w:rsidRP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 xml:space="preserve">Thursday 1.30 – 2.10 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:rsidR="00E66745" w:rsidRP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 xml:space="preserve">Albany </w:t>
            </w:r>
          </w:p>
          <w:p w:rsidR="00E66745" w:rsidRP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E66745">
              <w:rPr>
                <w:rFonts w:asciiTheme="majorHAnsi" w:hAnsiTheme="majorHAnsi" w:cstheme="majorHAnsi"/>
                <w:sz w:val="28"/>
                <w:szCs w:val="28"/>
              </w:rPr>
              <w:t>Australind</w:t>
            </w:r>
            <w:r w:rsidR="004920C9">
              <w:rPr>
                <w:rFonts w:asciiTheme="majorHAnsi" w:hAnsiTheme="majorHAnsi" w:cstheme="majorHAnsi"/>
                <w:sz w:val="28"/>
                <w:szCs w:val="28"/>
              </w:rPr>
              <w:t xml:space="preserve"> (Recess) </w:t>
            </w:r>
          </w:p>
          <w:p w:rsidR="00E66745" w:rsidRPr="00E66745" w:rsidRDefault="004920C9" w:rsidP="00E66745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Enya</w:t>
            </w:r>
          </w:p>
        </w:tc>
      </w:tr>
      <w:tr w:rsidR="00E66745" w:rsidRPr="00704FC3" w:rsidTr="00E66745">
        <w:trPr>
          <w:trHeight w:val="114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6745" w:rsidRPr="00704FC3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Week B:</w:t>
            </w:r>
          </w:p>
          <w:p w:rsidR="00E66745" w:rsidRPr="00704FC3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Thursday 2.20 – 3.10 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:rsid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Albany </w:t>
            </w:r>
          </w:p>
          <w:p w:rsidR="00E66745" w:rsidRDefault="00E66745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Australind</w:t>
            </w:r>
          </w:p>
          <w:p w:rsidR="00E66745" w:rsidRPr="00704FC3" w:rsidRDefault="004920C9" w:rsidP="00704FC3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Enya</w:t>
            </w:r>
          </w:p>
        </w:tc>
      </w:tr>
    </w:tbl>
    <w:p w:rsidR="00201EB4" w:rsidRDefault="00201EB4">
      <w:pPr>
        <w:spacing w:after="88"/>
      </w:pPr>
    </w:p>
    <w:p w:rsidR="00201EB4" w:rsidRDefault="0032713E">
      <w:pPr>
        <w:pStyle w:val="Heading1"/>
        <w:ind w:left="977"/>
      </w:pPr>
      <w:r>
        <w:lastRenderedPageBreak/>
        <w:t>Year 9</w:t>
      </w:r>
      <w:r w:rsidR="00E66745">
        <w:t xml:space="preserve"> Science GT Online Timetable  </w:t>
      </w:r>
    </w:p>
    <w:p w:rsidR="00201EB4" w:rsidRDefault="00E66745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leGrid"/>
        <w:tblW w:w="8524" w:type="dxa"/>
        <w:tblInd w:w="-108" w:type="dxa"/>
        <w:tblCellMar>
          <w:top w:w="8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123"/>
        <w:gridCol w:w="3534"/>
        <w:gridCol w:w="3867"/>
      </w:tblGrid>
      <w:tr w:rsidR="00201EB4">
        <w:trPr>
          <w:trHeight w:val="562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B4" w:rsidRDefault="00E66745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Lesson Number 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B4" w:rsidRDefault="00E66745">
            <w:pPr>
              <w:ind w:right="69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Day and Approx Time 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EB4" w:rsidRDefault="00E66745">
            <w:pPr>
              <w:ind w:right="69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School </w:t>
            </w:r>
          </w:p>
        </w:tc>
      </w:tr>
      <w:tr w:rsidR="0032713E" w:rsidTr="00471816">
        <w:trPr>
          <w:trHeight w:val="1303"/>
        </w:trPr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13E" w:rsidRDefault="0032713E">
            <w:pPr>
              <w:ind w:left="13"/>
            </w:pPr>
            <w:r w:rsidRPr="00704FC3">
              <w:rPr>
                <w:rFonts w:asciiTheme="majorHAnsi" w:hAnsiTheme="majorHAnsi" w:cstheme="maj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99BDE8" wp14:editId="771764B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1383030</wp:posOffset>
                      </wp:positionV>
                      <wp:extent cx="1828800" cy="18288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2713E" w:rsidRPr="00704FC3" w:rsidRDefault="0032713E" w:rsidP="0032713E">
                                  <w:pPr>
                                    <w:spacing w:after="0"/>
                                    <w:ind w:left="13"/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99BDE8" id="Text Box 1" o:spid="_x0000_s1028" type="#_x0000_t202" style="position:absolute;left:0;text-align:left;margin-left:5.65pt;margin-top:108.9pt;width:2in;height:2in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yu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" filled="f" stroked="f">
                      <v:textbox style="mso-fit-shape-to-text:t">
                        <w:txbxContent>
                          <w:p w:rsidR="0032713E" w:rsidRPr="00704FC3" w:rsidRDefault="0032713E" w:rsidP="0032713E">
                            <w:pPr>
                              <w:spacing w:after="0"/>
                              <w:ind w:left="13"/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Pr="004920C9" w:rsidRDefault="0032713E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920C9">
              <w:rPr>
                <w:rFonts w:asciiTheme="majorHAnsi" w:hAnsiTheme="majorHAnsi" w:cstheme="majorHAnsi"/>
                <w:sz w:val="28"/>
                <w:szCs w:val="28"/>
              </w:rPr>
              <w:t xml:space="preserve">Monday </w:t>
            </w:r>
            <w:r w:rsidR="004920C9">
              <w:rPr>
                <w:rFonts w:asciiTheme="majorHAnsi" w:hAnsiTheme="majorHAnsi" w:cstheme="majorHAnsi"/>
                <w:sz w:val="28"/>
                <w:szCs w:val="28"/>
              </w:rPr>
              <w:t>9.50 – 10.30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Albany</w:t>
            </w:r>
          </w:p>
          <w:p w:rsid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Northcliffe</w:t>
            </w:r>
          </w:p>
          <w:p w:rsidR="004920C9" w:rsidRP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Australind</w:t>
            </w:r>
          </w:p>
        </w:tc>
      </w:tr>
      <w:tr w:rsidR="0032713E" w:rsidTr="00471816">
        <w:trPr>
          <w:trHeight w:val="126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713E" w:rsidRDefault="0032713E"/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P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Monday 2.40 – 3.20 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Default="004920C9">
            <w:pPr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Narrogin </w:t>
            </w:r>
          </w:p>
          <w:p w:rsidR="004920C9" w:rsidRDefault="004920C9">
            <w:pPr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Denmark (Stay Late?)</w:t>
            </w:r>
          </w:p>
          <w:p w:rsidR="004920C9" w:rsidRPr="004920C9" w:rsidRDefault="004920C9">
            <w:pPr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Enya </w:t>
            </w:r>
          </w:p>
        </w:tc>
      </w:tr>
      <w:tr w:rsidR="0032713E" w:rsidTr="00471816">
        <w:trPr>
          <w:trHeight w:val="126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713E" w:rsidRDefault="0032713E"/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P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Tuesday 12.50 – 1.30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Default="004920C9">
            <w:pPr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Northam </w:t>
            </w:r>
          </w:p>
          <w:p w:rsidR="004920C9" w:rsidRDefault="004920C9">
            <w:pPr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Busselton</w:t>
            </w:r>
          </w:p>
          <w:p w:rsidR="004920C9" w:rsidRDefault="004920C9">
            <w:pPr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North Albany</w:t>
            </w:r>
          </w:p>
          <w:p w:rsidR="004920C9" w:rsidRPr="004920C9" w:rsidRDefault="004920C9">
            <w:pPr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Manjimup (10min of lunch) </w:t>
            </w:r>
          </w:p>
        </w:tc>
      </w:tr>
      <w:tr w:rsidR="004920C9" w:rsidTr="004920C9">
        <w:trPr>
          <w:trHeight w:val="478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0C9" w:rsidRDefault="004920C9"/>
        </w:tc>
        <w:tc>
          <w:tcPr>
            <w:tcW w:w="7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0C9" w:rsidRPr="004920C9" w:rsidRDefault="004920C9">
            <w:pPr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Jurien Bay (Swap Monday morning HASS or stay after school Monday) </w:t>
            </w:r>
          </w:p>
        </w:tc>
      </w:tr>
      <w:tr w:rsidR="00201EB4">
        <w:trPr>
          <w:trHeight w:val="564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1EB4" w:rsidRDefault="00201EB4"/>
        </w:tc>
        <w:tc>
          <w:tcPr>
            <w:tcW w:w="74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1EB4" w:rsidRDefault="00E66745">
            <w:pPr>
              <w:ind w:left="2598"/>
            </w:pPr>
            <w:r>
              <w:rPr>
                <w:rFonts w:ascii="Arial" w:eastAsia="Arial" w:hAnsi="Arial" w:cs="Arial"/>
                <w:b/>
                <w:sz w:val="40"/>
              </w:rPr>
              <w:t xml:space="preserve">AND </w:t>
            </w:r>
          </w:p>
        </w:tc>
      </w:tr>
      <w:tr w:rsidR="0032713E" w:rsidTr="00EE65ED">
        <w:trPr>
          <w:trHeight w:val="1546"/>
        </w:trPr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13E" w:rsidRDefault="0032713E">
            <w:pPr>
              <w:ind w:left="141"/>
            </w:pPr>
            <w:r w:rsidRPr="00704FC3">
              <w:rPr>
                <w:rFonts w:asciiTheme="majorHAnsi" w:hAnsiTheme="majorHAnsi" w:cstheme="maj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B896F2B" wp14:editId="127ABFE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800100</wp:posOffset>
                      </wp:positionV>
                      <wp:extent cx="1828800" cy="82169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821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2713E" w:rsidRPr="00704FC3" w:rsidRDefault="0032713E" w:rsidP="0032713E">
                                  <w:pPr>
                                    <w:spacing w:after="0"/>
                                    <w:ind w:left="13"/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896F2B" id="Text Box 4" o:spid="_x0000_s1029" type="#_x0000_t202" style="position:absolute;left:0;text-align:left;margin-left:7.25pt;margin-top:63pt;width:2in;height:64.7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" filled="f" stroked="f">
                      <v:textbox>
                        <w:txbxContent>
                          <w:p w:rsidR="0032713E" w:rsidRPr="00704FC3" w:rsidRDefault="0032713E" w:rsidP="0032713E">
                            <w:pPr>
                              <w:spacing w:after="0"/>
                              <w:ind w:left="13"/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P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920C9">
              <w:rPr>
                <w:rFonts w:asciiTheme="majorHAnsi" w:hAnsiTheme="majorHAnsi" w:cstheme="majorHAnsi"/>
                <w:sz w:val="28"/>
                <w:szCs w:val="28"/>
              </w:rPr>
              <w:t xml:space="preserve">Thursday </w:t>
            </w:r>
            <w:r>
              <w:rPr>
                <w:rFonts w:asciiTheme="majorHAnsi" w:hAnsiTheme="majorHAnsi" w:cstheme="majorHAnsi"/>
                <w:sz w:val="28"/>
                <w:szCs w:val="28"/>
              </w:rPr>
              <w:t>9 – 9.40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Northam </w:t>
            </w:r>
          </w:p>
          <w:p w:rsid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Denmark </w:t>
            </w:r>
          </w:p>
          <w:p w:rsid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Manjimup</w:t>
            </w:r>
          </w:p>
          <w:p w:rsidR="004920C9" w:rsidRP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Jurien Bay </w:t>
            </w:r>
          </w:p>
        </w:tc>
      </w:tr>
      <w:tr w:rsidR="0032713E" w:rsidTr="00EE65ED">
        <w:trPr>
          <w:trHeight w:val="85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713E" w:rsidRDefault="0032713E"/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P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Thursday 10 – 10.40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Narrogin </w:t>
            </w:r>
          </w:p>
          <w:p w:rsid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Busselton </w:t>
            </w:r>
          </w:p>
          <w:p w:rsidR="004920C9" w:rsidRP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Enya </w:t>
            </w:r>
          </w:p>
        </w:tc>
      </w:tr>
      <w:tr w:rsidR="0032713E" w:rsidTr="00EE65ED">
        <w:trPr>
          <w:trHeight w:val="850"/>
        </w:trPr>
        <w:tc>
          <w:tcPr>
            <w:tcW w:w="0" w:type="auto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2713E" w:rsidRDefault="0032713E"/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P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Friday 11.40 – 12.50 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Albany </w:t>
            </w:r>
          </w:p>
          <w:p w:rsidR="004920C9" w:rsidRP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Northcliffe</w:t>
            </w:r>
          </w:p>
        </w:tc>
      </w:tr>
      <w:tr w:rsidR="0032713E">
        <w:trPr>
          <w:trHeight w:val="8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3E" w:rsidRDefault="0032713E"/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P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Friday 12.50 – 1.30 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3E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North Albany</w:t>
            </w:r>
          </w:p>
          <w:p w:rsidR="004920C9" w:rsidRPr="004920C9" w:rsidRDefault="004920C9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 xml:space="preserve">Australind </w:t>
            </w:r>
          </w:p>
        </w:tc>
      </w:tr>
    </w:tbl>
    <w:p w:rsidR="00201EB4" w:rsidRDefault="00E66745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201EB4" w:rsidRDefault="00E66745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sectPr w:rsidR="00201EB4" w:rsidSect="00E66745">
      <w:pgSz w:w="11906" w:h="16838"/>
      <w:pgMar w:top="284" w:right="2262" w:bottom="28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B4"/>
    <w:rsid w:val="00201EB4"/>
    <w:rsid w:val="0032713E"/>
    <w:rsid w:val="00352539"/>
    <w:rsid w:val="004920C9"/>
    <w:rsid w:val="00704FC3"/>
    <w:rsid w:val="00AB60E5"/>
    <w:rsid w:val="00D50A9D"/>
    <w:rsid w:val="00E6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152" w:hanging="10"/>
      <w:outlineLvl w:val="0"/>
    </w:pPr>
    <w:rPr>
      <w:rFonts w:ascii="Arial" w:eastAsia="Arial" w:hAnsi="Arial" w:cs="Arial"/>
      <w:b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745"/>
    <w:rPr>
      <w:rFonts w:ascii="Segoe UI" w:eastAsia="Calibr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152" w:hanging="10"/>
      <w:outlineLvl w:val="0"/>
    </w:pPr>
    <w:rPr>
      <w:rFonts w:ascii="Arial" w:eastAsia="Arial" w:hAnsi="Arial" w:cs="Arial"/>
      <w:b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745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5B9FBF5C</Template>
  <TotalTime>0</TotalTime>
  <Pages>2</Pages>
  <Words>191</Words>
  <Characters>1095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8 GATE Online Timetable 2013</vt:lpstr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8 GATE Online Timetable 2013</dc:title>
  <dc:creator>DET</dc:creator>
  <cp:lastModifiedBy>SAMBHARA Vani</cp:lastModifiedBy>
  <cp:revision>2</cp:revision>
  <cp:lastPrinted>2018-02-03T08:00:00Z</cp:lastPrinted>
  <dcterms:created xsi:type="dcterms:W3CDTF">2018-02-05T05:19:00Z</dcterms:created>
  <dcterms:modified xsi:type="dcterms:W3CDTF">2018-02-05T05:19:00Z</dcterms:modified>
</cp:coreProperties>
</file>