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0DB" w:rsidRDefault="001E30DB" w:rsidP="00772112">
      <w:pPr>
        <w:ind w:left="-993" w:right="-1475"/>
        <w:jc w:val="center"/>
        <w:rPr>
          <w:b/>
        </w:rPr>
      </w:pPr>
      <w:r>
        <w:rPr>
          <w:b/>
        </w:rPr>
        <w:t>Noemi Reynolds</w:t>
      </w:r>
    </w:p>
    <w:p w:rsidR="00792392" w:rsidRDefault="00772112" w:rsidP="00772112">
      <w:pPr>
        <w:ind w:left="-993" w:right="-1475"/>
        <w:jc w:val="center"/>
        <w:rPr>
          <w:b/>
        </w:rPr>
      </w:pPr>
      <w:r w:rsidRPr="00772112">
        <w:rPr>
          <w:b/>
        </w:rPr>
        <w:t xml:space="preserve"> </w:t>
      </w:r>
      <w:r w:rsidR="00C33699" w:rsidRPr="00772112">
        <w:rPr>
          <w:b/>
        </w:rPr>
        <w:t>20</w:t>
      </w:r>
      <w:r w:rsidR="00900161" w:rsidRPr="00772112">
        <w:rPr>
          <w:b/>
        </w:rPr>
        <w:t>1</w:t>
      </w:r>
      <w:r w:rsidR="00C903E6">
        <w:rPr>
          <w:b/>
        </w:rPr>
        <w:t>8</w:t>
      </w:r>
      <w:r w:rsidR="00900161" w:rsidRPr="00772112">
        <w:rPr>
          <w:b/>
        </w:rPr>
        <w:t xml:space="preserve"> classes</w:t>
      </w:r>
    </w:p>
    <w:p w:rsidR="001E30DB" w:rsidRDefault="006024F0" w:rsidP="00772112">
      <w:pPr>
        <w:ind w:left="-993" w:right="-1475"/>
        <w:jc w:val="center"/>
        <w:rPr>
          <w:b/>
        </w:rPr>
      </w:pPr>
      <w:r>
        <w:rPr>
          <w:b/>
        </w:rPr>
        <w:t xml:space="preserve"> Year 10 </w:t>
      </w:r>
      <w:r w:rsidR="001E30DB">
        <w:rPr>
          <w:b/>
        </w:rPr>
        <w:t>Maths</w:t>
      </w:r>
    </w:p>
    <w:p w:rsidR="006E468A" w:rsidRDefault="006E468A" w:rsidP="00772112">
      <w:pPr>
        <w:ind w:left="-993" w:right="-1475"/>
        <w:jc w:val="center"/>
        <w:rPr>
          <w:b/>
        </w:rPr>
      </w:pPr>
    </w:p>
    <w:p w:rsidR="002C3419" w:rsidRPr="006E468A" w:rsidRDefault="006E468A" w:rsidP="00C16AFE">
      <w:pPr>
        <w:ind w:left="-1560" w:right="-1475"/>
        <w:rPr>
          <w:b/>
        </w:rPr>
      </w:pPr>
      <w:r w:rsidRPr="006E468A">
        <w:rPr>
          <w:b/>
        </w:rPr>
        <w:t>Year 10 Maths Classes</w:t>
      </w:r>
    </w:p>
    <w:tbl>
      <w:tblPr>
        <w:tblStyle w:val="TableGrid"/>
        <w:tblW w:w="11057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1724"/>
        <w:gridCol w:w="1723"/>
        <w:gridCol w:w="2081"/>
        <w:gridCol w:w="1843"/>
        <w:gridCol w:w="3686"/>
      </w:tblGrid>
      <w:tr w:rsidR="000315FC" w:rsidTr="006E468A">
        <w:trPr>
          <w:gridAfter w:val="1"/>
          <w:wAfter w:w="3686" w:type="dxa"/>
        </w:trPr>
        <w:tc>
          <w:tcPr>
            <w:tcW w:w="1724" w:type="dxa"/>
            <w:tcBorders>
              <w:bottom w:val="single" w:sz="4" w:space="0" w:color="auto"/>
            </w:tcBorders>
          </w:tcPr>
          <w:p w:rsidR="000315FC" w:rsidRDefault="000315FC" w:rsidP="005E1F33">
            <w:pPr>
              <w:ind w:left="-22" w:right="-111"/>
              <w:jc w:val="center"/>
              <w:rPr>
                <w:b/>
                <w:color w:val="000000" w:themeColor="text1"/>
              </w:rPr>
            </w:pPr>
            <w:r w:rsidRPr="005E1F33">
              <w:rPr>
                <w:b/>
                <w:color w:val="000000" w:themeColor="text1"/>
              </w:rPr>
              <w:t>10.1</w:t>
            </w:r>
            <w:r>
              <w:rPr>
                <w:b/>
                <w:color w:val="000000" w:themeColor="text1"/>
              </w:rPr>
              <w:t>.1</w:t>
            </w:r>
          </w:p>
          <w:p w:rsidR="000315FC" w:rsidRPr="005E1F33" w:rsidRDefault="000315FC" w:rsidP="000315FC">
            <w:pPr>
              <w:ind w:left="-22" w:right="-11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Mon 11:30 – 12:10</w:t>
            </w: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0315FC" w:rsidRDefault="000315FC" w:rsidP="005E1F33">
            <w:pPr>
              <w:ind w:left="-22" w:right="-111"/>
              <w:jc w:val="center"/>
              <w:rPr>
                <w:b/>
                <w:color w:val="000000" w:themeColor="text1"/>
              </w:rPr>
            </w:pPr>
            <w:r w:rsidRPr="005E1F33">
              <w:rPr>
                <w:b/>
                <w:color w:val="000000" w:themeColor="text1"/>
              </w:rPr>
              <w:t>10.1</w:t>
            </w:r>
            <w:r>
              <w:rPr>
                <w:b/>
                <w:color w:val="000000" w:themeColor="text1"/>
              </w:rPr>
              <w:t>.2</w:t>
            </w:r>
          </w:p>
          <w:p w:rsidR="000315FC" w:rsidRPr="005E1F33" w:rsidRDefault="000315FC" w:rsidP="000315FC">
            <w:pPr>
              <w:ind w:left="720" w:right="-111" w:hanging="720"/>
              <w:jc w:val="center"/>
              <w:rPr>
                <w:b/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>Tuesday 9:50 – 10:30</w:t>
            </w:r>
          </w:p>
        </w:tc>
        <w:tc>
          <w:tcPr>
            <w:tcW w:w="2081" w:type="dxa"/>
            <w:tcBorders>
              <w:bottom w:val="single" w:sz="4" w:space="0" w:color="auto"/>
            </w:tcBorders>
          </w:tcPr>
          <w:p w:rsidR="000315FC" w:rsidRDefault="000315FC" w:rsidP="005E1F33">
            <w:pPr>
              <w:ind w:left="-22" w:right="-111"/>
              <w:jc w:val="center"/>
              <w:rPr>
                <w:b/>
                <w:color w:val="000000" w:themeColor="text1"/>
              </w:rPr>
            </w:pPr>
            <w:r w:rsidRPr="005E1F33">
              <w:rPr>
                <w:b/>
                <w:color w:val="000000" w:themeColor="text1"/>
              </w:rPr>
              <w:t>10.</w:t>
            </w:r>
            <w:r>
              <w:rPr>
                <w:b/>
                <w:color w:val="000000" w:themeColor="text1"/>
              </w:rPr>
              <w:t>2.1</w:t>
            </w:r>
          </w:p>
          <w:p w:rsidR="000315FC" w:rsidRPr="005E1F33" w:rsidRDefault="000315FC" w:rsidP="005E1F33">
            <w:pPr>
              <w:ind w:left="-22" w:right="-111"/>
              <w:jc w:val="center"/>
              <w:rPr>
                <w:b/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>Wed 9:50 – 10:30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315FC" w:rsidRDefault="000315FC" w:rsidP="005E1F33">
            <w:pPr>
              <w:ind w:left="-22" w:right="-111"/>
              <w:jc w:val="center"/>
              <w:rPr>
                <w:b/>
                <w:color w:val="000000" w:themeColor="text1"/>
              </w:rPr>
            </w:pPr>
            <w:r w:rsidRPr="005E1F33">
              <w:rPr>
                <w:b/>
                <w:color w:val="000000" w:themeColor="text1"/>
              </w:rPr>
              <w:t>10</w:t>
            </w:r>
            <w:r>
              <w:rPr>
                <w:b/>
                <w:color w:val="000000" w:themeColor="text1"/>
              </w:rPr>
              <w:t>.2.2</w:t>
            </w:r>
          </w:p>
          <w:p w:rsidR="000315FC" w:rsidRPr="005E1F33" w:rsidRDefault="000315FC" w:rsidP="005E1F33">
            <w:pPr>
              <w:ind w:left="-22" w:right="-111"/>
              <w:jc w:val="center"/>
              <w:rPr>
                <w:b/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>Thurs 2:30 – 3:10</w:t>
            </w:r>
          </w:p>
        </w:tc>
      </w:tr>
      <w:tr w:rsidR="006E468A" w:rsidTr="00CD0EFA">
        <w:trPr>
          <w:gridAfter w:val="1"/>
          <w:wAfter w:w="3686" w:type="dxa"/>
          <w:trHeight w:val="505"/>
        </w:trPr>
        <w:tc>
          <w:tcPr>
            <w:tcW w:w="1724" w:type="dxa"/>
            <w:tcBorders>
              <w:bottom w:val="single" w:sz="4" w:space="0" w:color="auto"/>
            </w:tcBorders>
            <w:vAlign w:val="center"/>
          </w:tcPr>
          <w:p w:rsidR="006E468A" w:rsidRPr="000315FC" w:rsidRDefault="006E468A" w:rsidP="005E1F33">
            <w:pPr>
              <w:ind w:left="-22" w:right="-111"/>
              <w:rPr>
                <w:color w:val="000000" w:themeColor="text1"/>
                <w:sz w:val="16"/>
                <w:szCs w:val="16"/>
              </w:rPr>
            </w:pPr>
            <w:r w:rsidRPr="000315FC">
              <w:rPr>
                <w:color w:val="000000" w:themeColor="text1"/>
                <w:sz w:val="16"/>
                <w:szCs w:val="16"/>
              </w:rPr>
              <w:t>Pemberton</w:t>
            </w:r>
          </w:p>
          <w:p w:rsidR="006E468A" w:rsidRPr="000315FC" w:rsidRDefault="006E468A" w:rsidP="005E1F33">
            <w:pPr>
              <w:ind w:left="-22" w:right="-111"/>
              <w:rPr>
                <w:color w:val="000000" w:themeColor="text1"/>
                <w:sz w:val="16"/>
                <w:szCs w:val="16"/>
              </w:rPr>
            </w:pPr>
            <w:r w:rsidRPr="000315FC">
              <w:rPr>
                <w:color w:val="000000" w:themeColor="text1"/>
                <w:sz w:val="16"/>
                <w:szCs w:val="16"/>
              </w:rPr>
              <w:t>Merredin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vAlign w:val="center"/>
          </w:tcPr>
          <w:p w:rsidR="006E468A" w:rsidRPr="000315FC" w:rsidRDefault="006E468A" w:rsidP="005E1F33">
            <w:pPr>
              <w:ind w:left="-22" w:right="-111"/>
              <w:rPr>
                <w:color w:val="000000" w:themeColor="text1"/>
                <w:sz w:val="18"/>
                <w:szCs w:val="18"/>
              </w:rPr>
            </w:pPr>
            <w:r w:rsidRPr="000315FC">
              <w:rPr>
                <w:color w:val="000000" w:themeColor="text1"/>
                <w:sz w:val="18"/>
                <w:szCs w:val="18"/>
              </w:rPr>
              <w:t>Narrogin</w:t>
            </w:r>
          </w:p>
        </w:tc>
        <w:tc>
          <w:tcPr>
            <w:tcW w:w="2081" w:type="dxa"/>
            <w:tcBorders>
              <w:bottom w:val="single" w:sz="4" w:space="0" w:color="auto"/>
            </w:tcBorders>
            <w:vAlign w:val="center"/>
          </w:tcPr>
          <w:p w:rsidR="006E468A" w:rsidRPr="000315FC" w:rsidRDefault="006E468A" w:rsidP="000315FC">
            <w:pPr>
              <w:ind w:left="-22" w:right="-111"/>
              <w:rPr>
                <w:color w:val="000000" w:themeColor="text1"/>
                <w:sz w:val="16"/>
                <w:szCs w:val="16"/>
              </w:rPr>
            </w:pPr>
            <w:r w:rsidRPr="000315FC">
              <w:rPr>
                <w:color w:val="000000" w:themeColor="text1"/>
                <w:sz w:val="16"/>
                <w:szCs w:val="16"/>
              </w:rPr>
              <w:t>Pemberton</w:t>
            </w:r>
          </w:p>
          <w:p w:rsidR="006E468A" w:rsidRPr="000315FC" w:rsidRDefault="006E468A" w:rsidP="000315FC">
            <w:pPr>
              <w:ind w:left="-22" w:right="-111"/>
              <w:rPr>
                <w:color w:val="000000" w:themeColor="text1"/>
                <w:sz w:val="18"/>
                <w:szCs w:val="18"/>
              </w:rPr>
            </w:pPr>
            <w:r w:rsidRPr="000315FC">
              <w:rPr>
                <w:color w:val="000000" w:themeColor="text1"/>
                <w:sz w:val="16"/>
                <w:szCs w:val="16"/>
              </w:rPr>
              <w:t>Merredin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E468A" w:rsidRPr="000315FC" w:rsidRDefault="006E468A" w:rsidP="005E1F33">
            <w:pPr>
              <w:ind w:left="-22" w:right="-111"/>
              <w:rPr>
                <w:color w:val="000000" w:themeColor="text1"/>
                <w:sz w:val="18"/>
                <w:szCs w:val="18"/>
              </w:rPr>
            </w:pPr>
            <w:r w:rsidRPr="000315FC">
              <w:rPr>
                <w:color w:val="000000" w:themeColor="text1"/>
                <w:sz w:val="18"/>
                <w:szCs w:val="18"/>
              </w:rPr>
              <w:t>Narrogin</w:t>
            </w:r>
          </w:p>
        </w:tc>
      </w:tr>
      <w:tr w:rsidR="004369DE" w:rsidTr="006E468A">
        <w:trPr>
          <w:trHeight w:val="240"/>
        </w:trPr>
        <w:tc>
          <w:tcPr>
            <w:tcW w:w="110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69DE" w:rsidRPr="00F84EA5" w:rsidRDefault="004369DE" w:rsidP="00F6475D">
            <w:pPr>
              <w:ind w:left="-81" w:right="-111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54459C" w:rsidRDefault="0054459C" w:rsidP="005E1F33">
      <w:pPr>
        <w:ind w:left="-1560" w:right="-1475"/>
      </w:pPr>
    </w:p>
    <w:p w:rsidR="00513226" w:rsidRDefault="00513226" w:rsidP="00513226">
      <w:pPr>
        <w:ind w:left="-709" w:right="-625"/>
        <w:jc w:val="center"/>
        <w:rPr>
          <w:b/>
        </w:rPr>
      </w:pPr>
      <w:r>
        <w:rPr>
          <w:b/>
        </w:rPr>
        <w:t xml:space="preserve">Year 10 </w:t>
      </w:r>
    </w:p>
    <w:p w:rsidR="00513226" w:rsidRDefault="00513226" w:rsidP="00513226">
      <w:pPr>
        <w:ind w:left="-709" w:right="-625"/>
        <w:jc w:val="center"/>
        <w:rPr>
          <w:b/>
        </w:rPr>
      </w:pPr>
      <w:r>
        <w:rPr>
          <w:b/>
        </w:rPr>
        <w:t>Science</w:t>
      </w:r>
      <w:r w:rsidRPr="00772112">
        <w:rPr>
          <w:b/>
        </w:rPr>
        <w:t xml:space="preserve"> 201</w:t>
      </w:r>
      <w:r>
        <w:rPr>
          <w:b/>
        </w:rPr>
        <w:t>8</w:t>
      </w:r>
      <w:r w:rsidRPr="00772112">
        <w:rPr>
          <w:b/>
        </w:rPr>
        <w:t xml:space="preserve"> classes</w:t>
      </w:r>
    </w:p>
    <w:p w:rsidR="00513226" w:rsidRDefault="00513226" w:rsidP="00513226">
      <w:pPr>
        <w:ind w:left="-709" w:right="-625"/>
        <w:jc w:val="center"/>
        <w:rPr>
          <w:b/>
        </w:rPr>
      </w:pPr>
    </w:p>
    <w:p w:rsidR="00513226" w:rsidRPr="00FB2B52" w:rsidRDefault="00513226" w:rsidP="00513226">
      <w:pPr>
        <w:ind w:left="-709" w:right="-625"/>
        <w:jc w:val="right"/>
        <w:rPr>
          <w:b/>
          <w:sz w:val="14"/>
          <w:szCs w:val="14"/>
        </w:rPr>
      </w:pPr>
      <w:r w:rsidRPr="00FB2B52">
        <w:rPr>
          <w:b/>
          <w:sz w:val="14"/>
          <w:szCs w:val="14"/>
        </w:rPr>
        <w:t>5 Feb 2018</w:t>
      </w:r>
    </w:p>
    <w:tbl>
      <w:tblPr>
        <w:tblStyle w:val="TableGrid"/>
        <w:tblW w:w="1172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11721"/>
      </w:tblGrid>
      <w:tr w:rsidR="00513226" w:rsidTr="003F5F47">
        <w:trPr>
          <w:trHeight w:val="240"/>
        </w:trPr>
        <w:tc>
          <w:tcPr>
            <w:tcW w:w="1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226" w:rsidRPr="00F84EA5" w:rsidRDefault="00513226" w:rsidP="003F5F47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513226" w:rsidRDefault="00513226" w:rsidP="00513226">
      <w:pPr>
        <w:ind w:left="-709" w:right="-625"/>
        <w:rPr>
          <w:b/>
        </w:rPr>
      </w:pPr>
      <w:r>
        <w:rPr>
          <w:b/>
        </w:rPr>
        <w:t>Jo Dobb - Science</w:t>
      </w:r>
      <w:r w:rsidRPr="006E468A">
        <w:rPr>
          <w:b/>
        </w:rPr>
        <w:t xml:space="preserve"> </w:t>
      </w:r>
    </w:p>
    <w:p w:rsidR="00513226" w:rsidRPr="006E468A" w:rsidRDefault="00513226" w:rsidP="00513226">
      <w:pPr>
        <w:ind w:left="-709" w:right="-625"/>
        <w:rPr>
          <w:b/>
        </w:rPr>
      </w:pPr>
    </w:p>
    <w:tbl>
      <w:tblPr>
        <w:tblStyle w:val="TableGrid"/>
        <w:tblW w:w="1172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851"/>
        <w:gridCol w:w="2445"/>
        <w:gridCol w:w="2445"/>
        <w:gridCol w:w="2445"/>
        <w:gridCol w:w="2446"/>
        <w:gridCol w:w="1089"/>
      </w:tblGrid>
      <w:tr w:rsidR="00513226" w:rsidTr="003F5F47">
        <w:trPr>
          <w:gridBefore w:val="1"/>
          <w:gridAfter w:val="1"/>
          <w:wBefore w:w="851" w:type="dxa"/>
          <w:wAfter w:w="1089" w:type="dxa"/>
        </w:trPr>
        <w:tc>
          <w:tcPr>
            <w:tcW w:w="4890" w:type="dxa"/>
            <w:gridSpan w:val="2"/>
            <w:tcBorders>
              <w:bottom w:val="single" w:sz="4" w:space="0" w:color="auto"/>
            </w:tcBorders>
          </w:tcPr>
          <w:p w:rsidR="00513226" w:rsidRPr="005E1F33" w:rsidRDefault="00513226" w:rsidP="003F5F47">
            <w:pPr>
              <w:ind w:left="11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Lesson 1</w:t>
            </w:r>
          </w:p>
        </w:tc>
        <w:tc>
          <w:tcPr>
            <w:tcW w:w="4891" w:type="dxa"/>
            <w:gridSpan w:val="2"/>
            <w:tcBorders>
              <w:bottom w:val="single" w:sz="4" w:space="0" w:color="auto"/>
            </w:tcBorders>
          </w:tcPr>
          <w:p w:rsidR="00513226" w:rsidRPr="005E1F33" w:rsidRDefault="00513226" w:rsidP="003F5F47">
            <w:pPr>
              <w:ind w:left="11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Lesson 2</w:t>
            </w:r>
          </w:p>
        </w:tc>
      </w:tr>
      <w:tr w:rsidR="00513226" w:rsidTr="003F5F47">
        <w:trPr>
          <w:gridBefore w:val="1"/>
          <w:gridAfter w:val="1"/>
          <w:wBefore w:w="851" w:type="dxa"/>
          <w:wAfter w:w="1089" w:type="dxa"/>
        </w:trPr>
        <w:tc>
          <w:tcPr>
            <w:tcW w:w="2445" w:type="dxa"/>
            <w:tcBorders>
              <w:bottom w:val="single" w:sz="4" w:space="0" w:color="auto"/>
            </w:tcBorders>
          </w:tcPr>
          <w:p w:rsidR="00513226" w:rsidRDefault="00513226" w:rsidP="003F5F47">
            <w:pPr>
              <w:jc w:val="center"/>
              <w:rPr>
                <w:b/>
                <w:color w:val="000000" w:themeColor="text1"/>
              </w:rPr>
            </w:pPr>
            <w:r w:rsidRPr="005E1F33">
              <w:rPr>
                <w:b/>
                <w:color w:val="000000" w:themeColor="text1"/>
              </w:rPr>
              <w:t>10.1</w:t>
            </w:r>
            <w:r>
              <w:rPr>
                <w:b/>
                <w:color w:val="000000" w:themeColor="text1"/>
              </w:rPr>
              <w:t>.1</w:t>
            </w:r>
          </w:p>
          <w:p w:rsidR="00513226" w:rsidRPr="005E1F33" w:rsidRDefault="00513226" w:rsidP="003F5F4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Mon 9:00 – 9:40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513226" w:rsidRDefault="00513226" w:rsidP="003F5F47">
            <w:pPr>
              <w:ind w:left="11"/>
              <w:jc w:val="center"/>
              <w:rPr>
                <w:b/>
                <w:color w:val="000000" w:themeColor="text1"/>
              </w:rPr>
            </w:pPr>
            <w:r w:rsidRPr="005E1F33">
              <w:rPr>
                <w:b/>
                <w:color w:val="000000" w:themeColor="text1"/>
              </w:rPr>
              <w:t>10.1</w:t>
            </w:r>
            <w:r>
              <w:rPr>
                <w:b/>
                <w:color w:val="000000" w:themeColor="text1"/>
              </w:rPr>
              <w:t>.2</w:t>
            </w:r>
          </w:p>
          <w:p w:rsidR="00513226" w:rsidRPr="005E1F33" w:rsidRDefault="00513226" w:rsidP="003F5F47">
            <w:pPr>
              <w:ind w:left="11"/>
              <w:jc w:val="center"/>
              <w:rPr>
                <w:b/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>Tuesday 1:50 – 2:20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513226" w:rsidRDefault="00513226" w:rsidP="003F5F47">
            <w:pPr>
              <w:ind w:left="11"/>
              <w:jc w:val="center"/>
              <w:rPr>
                <w:b/>
                <w:color w:val="000000" w:themeColor="text1"/>
              </w:rPr>
            </w:pPr>
            <w:r w:rsidRPr="005E1F33">
              <w:rPr>
                <w:b/>
                <w:color w:val="000000" w:themeColor="text1"/>
              </w:rPr>
              <w:t>10.</w:t>
            </w:r>
            <w:r>
              <w:rPr>
                <w:b/>
                <w:color w:val="000000" w:themeColor="text1"/>
              </w:rPr>
              <w:t>2.1</w:t>
            </w:r>
          </w:p>
          <w:p w:rsidR="00513226" w:rsidRPr="005E1F33" w:rsidRDefault="00513226" w:rsidP="003F5F47">
            <w:pPr>
              <w:ind w:left="11"/>
              <w:jc w:val="center"/>
              <w:rPr>
                <w:b/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>Tues 11:50 – 12:20</w:t>
            </w: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513226" w:rsidRDefault="00513226" w:rsidP="003F5F47">
            <w:pPr>
              <w:ind w:left="11"/>
              <w:jc w:val="center"/>
              <w:rPr>
                <w:b/>
                <w:color w:val="000000" w:themeColor="text1"/>
              </w:rPr>
            </w:pPr>
            <w:r w:rsidRPr="005E1F33">
              <w:rPr>
                <w:b/>
                <w:color w:val="000000" w:themeColor="text1"/>
              </w:rPr>
              <w:t>10</w:t>
            </w:r>
            <w:r>
              <w:rPr>
                <w:b/>
                <w:color w:val="000000" w:themeColor="text1"/>
              </w:rPr>
              <w:t>.2.2</w:t>
            </w:r>
          </w:p>
          <w:p w:rsidR="00513226" w:rsidRPr="005E1F33" w:rsidRDefault="00513226" w:rsidP="003F5F47">
            <w:pPr>
              <w:ind w:left="11"/>
              <w:jc w:val="center"/>
              <w:rPr>
                <w:b/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>Wed 1:40 – 2:20</w:t>
            </w:r>
          </w:p>
        </w:tc>
      </w:tr>
      <w:tr w:rsidR="00513226" w:rsidTr="003F5F47">
        <w:trPr>
          <w:gridBefore w:val="1"/>
          <w:gridAfter w:val="1"/>
          <w:wBefore w:w="851" w:type="dxa"/>
          <w:wAfter w:w="1089" w:type="dxa"/>
          <w:trHeight w:val="505"/>
        </w:trPr>
        <w:tc>
          <w:tcPr>
            <w:tcW w:w="2445" w:type="dxa"/>
            <w:tcBorders>
              <w:bottom w:val="single" w:sz="4" w:space="0" w:color="auto"/>
            </w:tcBorders>
            <w:vAlign w:val="center"/>
          </w:tcPr>
          <w:p w:rsidR="00513226" w:rsidRPr="00FB2B52" w:rsidRDefault="00513226" w:rsidP="003F5F47">
            <w:pPr>
              <w:rPr>
                <w:color w:val="000000" w:themeColor="text1"/>
              </w:rPr>
            </w:pPr>
            <w:r w:rsidRPr="00FB2B52">
              <w:rPr>
                <w:color w:val="000000" w:themeColor="text1"/>
              </w:rPr>
              <w:t>Pemberton</w:t>
            </w:r>
          </w:p>
          <w:p w:rsidR="00513226" w:rsidRPr="00FB2B52" w:rsidRDefault="00513226" w:rsidP="003F5F47">
            <w:pPr>
              <w:rPr>
                <w:color w:val="000000" w:themeColor="text1"/>
              </w:rPr>
            </w:pPr>
            <w:r w:rsidRPr="00FB2B52">
              <w:rPr>
                <w:color w:val="000000" w:themeColor="text1"/>
              </w:rPr>
              <w:t>Narrogin</w:t>
            </w:r>
          </w:p>
          <w:p w:rsidR="00513226" w:rsidRPr="00FB2B52" w:rsidRDefault="00513226" w:rsidP="003F5F47">
            <w:pPr>
              <w:rPr>
                <w:color w:val="000000" w:themeColor="text1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  <w:vAlign w:val="center"/>
          </w:tcPr>
          <w:p w:rsidR="00513226" w:rsidRPr="00FB2B52" w:rsidRDefault="00513226" w:rsidP="003F5F47">
            <w:pPr>
              <w:ind w:left="11"/>
              <w:rPr>
                <w:color w:val="000000" w:themeColor="text1"/>
              </w:rPr>
            </w:pPr>
            <w:r w:rsidRPr="00FB2B52">
              <w:rPr>
                <w:color w:val="000000" w:themeColor="text1"/>
              </w:rPr>
              <w:t>Merredin</w:t>
            </w:r>
          </w:p>
        </w:tc>
        <w:tc>
          <w:tcPr>
            <w:tcW w:w="2445" w:type="dxa"/>
            <w:tcBorders>
              <w:bottom w:val="single" w:sz="4" w:space="0" w:color="auto"/>
            </w:tcBorders>
            <w:vAlign w:val="center"/>
          </w:tcPr>
          <w:p w:rsidR="00513226" w:rsidRPr="00FB2B52" w:rsidRDefault="00513226" w:rsidP="003F5F47">
            <w:pPr>
              <w:ind w:left="11"/>
              <w:rPr>
                <w:color w:val="000000" w:themeColor="text1"/>
              </w:rPr>
            </w:pPr>
            <w:r w:rsidRPr="00FB2B52">
              <w:rPr>
                <w:color w:val="000000" w:themeColor="text1"/>
              </w:rPr>
              <w:t>Pemberton</w:t>
            </w:r>
          </w:p>
        </w:tc>
        <w:tc>
          <w:tcPr>
            <w:tcW w:w="2446" w:type="dxa"/>
            <w:tcBorders>
              <w:bottom w:val="single" w:sz="4" w:space="0" w:color="auto"/>
            </w:tcBorders>
            <w:vAlign w:val="center"/>
          </w:tcPr>
          <w:p w:rsidR="00513226" w:rsidRPr="00FB2B52" w:rsidRDefault="00513226" w:rsidP="003F5F47">
            <w:pPr>
              <w:ind w:left="11"/>
              <w:rPr>
                <w:color w:val="000000" w:themeColor="text1"/>
              </w:rPr>
            </w:pPr>
            <w:r w:rsidRPr="00FB2B52">
              <w:rPr>
                <w:color w:val="000000" w:themeColor="text1"/>
              </w:rPr>
              <w:t xml:space="preserve">Merredin </w:t>
            </w:r>
          </w:p>
          <w:p w:rsidR="00513226" w:rsidRPr="00FB2B52" w:rsidRDefault="00513226" w:rsidP="003F5F47">
            <w:pPr>
              <w:ind w:left="11"/>
              <w:rPr>
                <w:color w:val="000000" w:themeColor="text1"/>
              </w:rPr>
            </w:pPr>
            <w:r w:rsidRPr="00FB2B52">
              <w:rPr>
                <w:color w:val="000000" w:themeColor="text1"/>
              </w:rPr>
              <w:t>Narrogin</w:t>
            </w:r>
          </w:p>
        </w:tc>
      </w:tr>
      <w:tr w:rsidR="00513226" w:rsidTr="003F5F47">
        <w:trPr>
          <w:trHeight w:val="240"/>
        </w:trPr>
        <w:tc>
          <w:tcPr>
            <w:tcW w:w="117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226" w:rsidRPr="00F84EA5" w:rsidRDefault="00513226" w:rsidP="003F5F47">
            <w:pPr>
              <w:ind w:left="-81" w:right="-111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513226" w:rsidRDefault="00513226" w:rsidP="00513226">
      <w:pPr>
        <w:ind w:left="-1560" w:right="-1475"/>
      </w:pPr>
    </w:p>
    <w:p w:rsidR="00513226" w:rsidRDefault="00513226" w:rsidP="005E1F33">
      <w:pPr>
        <w:ind w:left="-1560" w:right="-1475"/>
      </w:pPr>
      <w:bookmarkStart w:id="0" w:name="_GoBack"/>
      <w:bookmarkEnd w:id="0"/>
    </w:p>
    <w:sectPr w:rsidR="00513226" w:rsidSect="005E1F33">
      <w:pgSz w:w="11906" w:h="16838"/>
      <w:pgMar w:top="568" w:right="1800" w:bottom="142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E45F1"/>
    <w:multiLevelType w:val="hybridMultilevel"/>
    <w:tmpl w:val="52FC0D5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F2035"/>
    <w:multiLevelType w:val="hybridMultilevel"/>
    <w:tmpl w:val="F778731C"/>
    <w:lvl w:ilvl="0" w:tplc="29AC14F2">
      <w:start w:val="1"/>
      <w:numFmt w:val="decimal"/>
      <w:lvlText w:val="%1."/>
      <w:lvlJc w:val="left"/>
      <w:pPr>
        <w:ind w:left="59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10" w:hanging="360"/>
      </w:pPr>
    </w:lvl>
    <w:lvl w:ilvl="2" w:tplc="0C09001B" w:tentative="1">
      <w:start w:val="1"/>
      <w:numFmt w:val="lowerRoman"/>
      <w:lvlText w:val="%3."/>
      <w:lvlJc w:val="right"/>
      <w:pPr>
        <w:ind w:left="2030" w:hanging="180"/>
      </w:pPr>
    </w:lvl>
    <w:lvl w:ilvl="3" w:tplc="0C09000F" w:tentative="1">
      <w:start w:val="1"/>
      <w:numFmt w:val="decimal"/>
      <w:lvlText w:val="%4."/>
      <w:lvlJc w:val="left"/>
      <w:pPr>
        <w:ind w:left="2750" w:hanging="360"/>
      </w:pPr>
    </w:lvl>
    <w:lvl w:ilvl="4" w:tplc="0C090019" w:tentative="1">
      <w:start w:val="1"/>
      <w:numFmt w:val="lowerLetter"/>
      <w:lvlText w:val="%5."/>
      <w:lvlJc w:val="left"/>
      <w:pPr>
        <w:ind w:left="3470" w:hanging="360"/>
      </w:pPr>
    </w:lvl>
    <w:lvl w:ilvl="5" w:tplc="0C09001B" w:tentative="1">
      <w:start w:val="1"/>
      <w:numFmt w:val="lowerRoman"/>
      <w:lvlText w:val="%6."/>
      <w:lvlJc w:val="right"/>
      <w:pPr>
        <w:ind w:left="4190" w:hanging="180"/>
      </w:pPr>
    </w:lvl>
    <w:lvl w:ilvl="6" w:tplc="0C09000F" w:tentative="1">
      <w:start w:val="1"/>
      <w:numFmt w:val="decimal"/>
      <w:lvlText w:val="%7."/>
      <w:lvlJc w:val="left"/>
      <w:pPr>
        <w:ind w:left="4910" w:hanging="360"/>
      </w:pPr>
    </w:lvl>
    <w:lvl w:ilvl="7" w:tplc="0C090019" w:tentative="1">
      <w:start w:val="1"/>
      <w:numFmt w:val="lowerLetter"/>
      <w:lvlText w:val="%8."/>
      <w:lvlJc w:val="left"/>
      <w:pPr>
        <w:ind w:left="5630" w:hanging="360"/>
      </w:pPr>
    </w:lvl>
    <w:lvl w:ilvl="8" w:tplc="0C09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2">
    <w:nsid w:val="0D2A3BCF"/>
    <w:multiLevelType w:val="hybridMultilevel"/>
    <w:tmpl w:val="79DC6B94"/>
    <w:lvl w:ilvl="0" w:tplc="3F02A588">
      <w:start w:val="1"/>
      <w:numFmt w:val="bullet"/>
      <w:lvlText w:val=""/>
      <w:lvlJc w:val="left"/>
      <w:pPr>
        <w:ind w:left="728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3">
    <w:nsid w:val="163A5497"/>
    <w:multiLevelType w:val="hybridMultilevel"/>
    <w:tmpl w:val="8CF0775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7406B"/>
    <w:multiLevelType w:val="hybridMultilevel"/>
    <w:tmpl w:val="F0E63A08"/>
    <w:lvl w:ilvl="0" w:tplc="3F02A588">
      <w:start w:val="1"/>
      <w:numFmt w:val="bullet"/>
      <w:lvlText w:val=""/>
      <w:lvlJc w:val="left"/>
      <w:pPr>
        <w:ind w:left="672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5">
    <w:nsid w:val="30A90B5A"/>
    <w:multiLevelType w:val="hybridMultilevel"/>
    <w:tmpl w:val="4A14382C"/>
    <w:lvl w:ilvl="0" w:tplc="39967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8046D"/>
    <w:multiLevelType w:val="hybridMultilevel"/>
    <w:tmpl w:val="E7E4C8BA"/>
    <w:lvl w:ilvl="0" w:tplc="3F02A588">
      <w:start w:val="1"/>
      <w:numFmt w:val="bullet"/>
      <w:lvlText w:val=""/>
      <w:lvlJc w:val="left"/>
      <w:pPr>
        <w:ind w:left="658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7">
    <w:nsid w:val="40BE072E"/>
    <w:multiLevelType w:val="hybridMultilevel"/>
    <w:tmpl w:val="652828BC"/>
    <w:lvl w:ilvl="0" w:tplc="7756C202">
      <w:start w:val="1"/>
      <w:numFmt w:val="bullet"/>
      <w:lvlText w:val=""/>
      <w:lvlJc w:val="left"/>
      <w:pPr>
        <w:ind w:left="950" w:hanging="360"/>
      </w:pPr>
      <w:rPr>
        <w:rFonts w:ascii="Wingdings" w:hAnsi="Wingdings" w:hint="default"/>
        <w:color w:val="4F6228" w:themeColor="accent3" w:themeShade="80"/>
      </w:rPr>
    </w:lvl>
    <w:lvl w:ilvl="1" w:tplc="0C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8">
    <w:nsid w:val="499A6908"/>
    <w:multiLevelType w:val="hybridMultilevel"/>
    <w:tmpl w:val="FA6EEEAA"/>
    <w:lvl w:ilvl="0" w:tplc="3F02A588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0000CC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CC4CDA"/>
    <w:multiLevelType w:val="hybridMultilevel"/>
    <w:tmpl w:val="24BA5778"/>
    <w:lvl w:ilvl="0" w:tplc="3F02A588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975957"/>
    <w:multiLevelType w:val="hybridMultilevel"/>
    <w:tmpl w:val="7B3061F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6230A"/>
    <w:multiLevelType w:val="hybridMultilevel"/>
    <w:tmpl w:val="3FEA65E0"/>
    <w:lvl w:ilvl="0" w:tplc="3F02A588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0000CC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AA5061"/>
    <w:multiLevelType w:val="hybridMultilevel"/>
    <w:tmpl w:val="9D58C2A4"/>
    <w:lvl w:ilvl="0" w:tplc="3F02A588">
      <w:start w:val="1"/>
      <w:numFmt w:val="bullet"/>
      <w:lvlText w:val=""/>
      <w:lvlJc w:val="left"/>
      <w:pPr>
        <w:ind w:left="670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3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30" w:hanging="360"/>
      </w:pPr>
      <w:rPr>
        <w:rFonts w:ascii="Wingdings" w:hAnsi="Wingdings" w:hint="default"/>
      </w:rPr>
    </w:lvl>
  </w:abstractNum>
  <w:abstractNum w:abstractNumId="13">
    <w:nsid w:val="6F1674AC"/>
    <w:multiLevelType w:val="hybridMultilevel"/>
    <w:tmpl w:val="56A2FA2E"/>
    <w:lvl w:ilvl="0" w:tplc="3F02A588">
      <w:start w:val="1"/>
      <w:numFmt w:val="bullet"/>
      <w:lvlText w:val=""/>
      <w:lvlJc w:val="left"/>
      <w:pPr>
        <w:ind w:left="726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>
    <w:nsid w:val="71343941"/>
    <w:multiLevelType w:val="hybridMultilevel"/>
    <w:tmpl w:val="EE0E3FF8"/>
    <w:lvl w:ilvl="0" w:tplc="3F02A588">
      <w:start w:val="1"/>
      <w:numFmt w:val="bullet"/>
      <w:lvlText w:val=""/>
      <w:lvlJc w:val="left"/>
      <w:pPr>
        <w:ind w:left="950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5">
    <w:nsid w:val="72D23378"/>
    <w:multiLevelType w:val="hybridMultilevel"/>
    <w:tmpl w:val="E8D84D4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AD2C8E"/>
    <w:multiLevelType w:val="hybridMultilevel"/>
    <w:tmpl w:val="5B52EF5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DF266E"/>
    <w:multiLevelType w:val="hybridMultilevel"/>
    <w:tmpl w:val="22A69650"/>
    <w:lvl w:ilvl="0" w:tplc="3F02A588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071191"/>
    <w:multiLevelType w:val="hybridMultilevel"/>
    <w:tmpl w:val="5CB06524"/>
    <w:lvl w:ilvl="0" w:tplc="3F02A588">
      <w:start w:val="1"/>
      <w:numFmt w:val="bullet"/>
      <w:lvlText w:val=""/>
      <w:lvlJc w:val="left"/>
      <w:pPr>
        <w:ind w:left="672" w:hanging="360"/>
      </w:pPr>
      <w:rPr>
        <w:rFonts w:ascii="Wingdings" w:hAnsi="Wingdings" w:hint="default"/>
        <w:color w:val="0000CC"/>
      </w:rPr>
    </w:lvl>
    <w:lvl w:ilvl="1" w:tplc="0C09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0"/>
  </w:num>
  <w:num w:numId="4">
    <w:abstractNumId w:val="16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11"/>
  </w:num>
  <w:num w:numId="10">
    <w:abstractNumId w:val="14"/>
  </w:num>
  <w:num w:numId="11">
    <w:abstractNumId w:val="13"/>
  </w:num>
  <w:num w:numId="12">
    <w:abstractNumId w:val="17"/>
  </w:num>
  <w:num w:numId="13">
    <w:abstractNumId w:val="4"/>
  </w:num>
  <w:num w:numId="14">
    <w:abstractNumId w:val="12"/>
  </w:num>
  <w:num w:numId="15">
    <w:abstractNumId w:val="18"/>
  </w:num>
  <w:num w:numId="16">
    <w:abstractNumId w:val="6"/>
  </w:num>
  <w:num w:numId="17">
    <w:abstractNumId w:val="2"/>
  </w:num>
  <w:num w:numId="18">
    <w:abstractNumId w:val="9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CA"/>
    <w:rsid w:val="00003CE8"/>
    <w:rsid w:val="00006373"/>
    <w:rsid w:val="00025D40"/>
    <w:rsid w:val="000315FC"/>
    <w:rsid w:val="00032EEA"/>
    <w:rsid w:val="00042F2D"/>
    <w:rsid w:val="00072F45"/>
    <w:rsid w:val="000809EF"/>
    <w:rsid w:val="00086D5D"/>
    <w:rsid w:val="000A38EC"/>
    <w:rsid w:val="000C7671"/>
    <w:rsid w:val="000D6E6C"/>
    <w:rsid w:val="000F232D"/>
    <w:rsid w:val="00121009"/>
    <w:rsid w:val="00147E12"/>
    <w:rsid w:val="0017142A"/>
    <w:rsid w:val="0019326B"/>
    <w:rsid w:val="00193A3A"/>
    <w:rsid w:val="001B0848"/>
    <w:rsid w:val="001B0D03"/>
    <w:rsid w:val="001B4BDC"/>
    <w:rsid w:val="001B6051"/>
    <w:rsid w:val="001C3660"/>
    <w:rsid w:val="001E30DB"/>
    <w:rsid w:val="001E69F1"/>
    <w:rsid w:val="00226588"/>
    <w:rsid w:val="00233328"/>
    <w:rsid w:val="0023542B"/>
    <w:rsid w:val="002450AA"/>
    <w:rsid w:val="00247E41"/>
    <w:rsid w:val="002502C6"/>
    <w:rsid w:val="002536D0"/>
    <w:rsid w:val="00285062"/>
    <w:rsid w:val="002963E3"/>
    <w:rsid w:val="002C3419"/>
    <w:rsid w:val="003259E2"/>
    <w:rsid w:val="00332BB3"/>
    <w:rsid w:val="00343E78"/>
    <w:rsid w:val="00346910"/>
    <w:rsid w:val="00365B9D"/>
    <w:rsid w:val="003834C4"/>
    <w:rsid w:val="003D2CB9"/>
    <w:rsid w:val="003F7C33"/>
    <w:rsid w:val="004012D2"/>
    <w:rsid w:val="00416217"/>
    <w:rsid w:val="0041740E"/>
    <w:rsid w:val="00421792"/>
    <w:rsid w:val="00425558"/>
    <w:rsid w:val="004369DE"/>
    <w:rsid w:val="00441030"/>
    <w:rsid w:val="0044185B"/>
    <w:rsid w:val="004449BA"/>
    <w:rsid w:val="004468E5"/>
    <w:rsid w:val="004568A9"/>
    <w:rsid w:val="00466442"/>
    <w:rsid w:val="00470A86"/>
    <w:rsid w:val="00490D8B"/>
    <w:rsid w:val="004B1154"/>
    <w:rsid w:val="004B5FDC"/>
    <w:rsid w:val="004C7C85"/>
    <w:rsid w:val="004D0204"/>
    <w:rsid w:val="00503DFC"/>
    <w:rsid w:val="00513226"/>
    <w:rsid w:val="005318B4"/>
    <w:rsid w:val="0054459C"/>
    <w:rsid w:val="005447A6"/>
    <w:rsid w:val="005477CD"/>
    <w:rsid w:val="0057235B"/>
    <w:rsid w:val="0057436E"/>
    <w:rsid w:val="00574F40"/>
    <w:rsid w:val="0057798A"/>
    <w:rsid w:val="00586D25"/>
    <w:rsid w:val="00597504"/>
    <w:rsid w:val="005C5F7D"/>
    <w:rsid w:val="005D7B3B"/>
    <w:rsid w:val="005E0E3A"/>
    <w:rsid w:val="005E1F33"/>
    <w:rsid w:val="005F165A"/>
    <w:rsid w:val="0060218F"/>
    <w:rsid w:val="006024F0"/>
    <w:rsid w:val="00612E68"/>
    <w:rsid w:val="00617561"/>
    <w:rsid w:val="00625958"/>
    <w:rsid w:val="00627856"/>
    <w:rsid w:val="00632E4B"/>
    <w:rsid w:val="00677CDD"/>
    <w:rsid w:val="006973A7"/>
    <w:rsid w:val="006B0422"/>
    <w:rsid w:val="006B16A1"/>
    <w:rsid w:val="006C556D"/>
    <w:rsid w:val="006E468A"/>
    <w:rsid w:val="007060F0"/>
    <w:rsid w:val="00772112"/>
    <w:rsid w:val="00792392"/>
    <w:rsid w:val="00796923"/>
    <w:rsid w:val="007A592A"/>
    <w:rsid w:val="007B371A"/>
    <w:rsid w:val="007D064B"/>
    <w:rsid w:val="007D3ED1"/>
    <w:rsid w:val="007E2CFB"/>
    <w:rsid w:val="00800C62"/>
    <w:rsid w:val="00826555"/>
    <w:rsid w:val="00826ACA"/>
    <w:rsid w:val="00836E73"/>
    <w:rsid w:val="00856295"/>
    <w:rsid w:val="00870C76"/>
    <w:rsid w:val="00881200"/>
    <w:rsid w:val="008B26F6"/>
    <w:rsid w:val="008C643B"/>
    <w:rsid w:val="008E7FAB"/>
    <w:rsid w:val="00900161"/>
    <w:rsid w:val="00905650"/>
    <w:rsid w:val="00905A07"/>
    <w:rsid w:val="00914676"/>
    <w:rsid w:val="00915C29"/>
    <w:rsid w:val="00941A4E"/>
    <w:rsid w:val="00982F35"/>
    <w:rsid w:val="0099275D"/>
    <w:rsid w:val="009B2AC0"/>
    <w:rsid w:val="009C079C"/>
    <w:rsid w:val="009C4C61"/>
    <w:rsid w:val="009C68AA"/>
    <w:rsid w:val="009C7BCF"/>
    <w:rsid w:val="009D3DD2"/>
    <w:rsid w:val="009E7A85"/>
    <w:rsid w:val="009F44A5"/>
    <w:rsid w:val="00A01A74"/>
    <w:rsid w:val="00A13174"/>
    <w:rsid w:val="00A26831"/>
    <w:rsid w:val="00A43B22"/>
    <w:rsid w:val="00A62034"/>
    <w:rsid w:val="00A63E60"/>
    <w:rsid w:val="00A7175C"/>
    <w:rsid w:val="00A84E78"/>
    <w:rsid w:val="00AA0A3E"/>
    <w:rsid w:val="00AA4165"/>
    <w:rsid w:val="00AB6034"/>
    <w:rsid w:val="00AC068D"/>
    <w:rsid w:val="00AD6831"/>
    <w:rsid w:val="00AF5989"/>
    <w:rsid w:val="00B03978"/>
    <w:rsid w:val="00B05664"/>
    <w:rsid w:val="00B64082"/>
    <w:rsid w:val="00BA1DAD"/>
    <w:rsid w:val="00BB517C"/>
    <w:rsid w:val="00BC18EF"/>
    <w:rsid w:val="00BC4122"/>
    <w:rsid w:val="00BD07A6"/>
    <w:rsid w:val="00C00040"/>
    <w:rsid w:val="00C16AFE"/>
    <w:rsid w:val="00C33699"/>
    <w:rsid w:val="00C44E90"/>
    <w:rsid w:val="00C47752"/>
    <w:rsid w:val="00C50B6A"/>
    <w:rsid w:val="00C66D7B"/>
    <w:rsid w:val="00C70080"/>
    <w:rsid w:val="00C830D8"/>
    <w:rsid w:val="00C868FB"/>
    <w:rsid w:val="00C903E6"/>
    <w:rsid w:val="00CA3D50"/>
    <w:rsid w:val="00CB37BD"/>
    <w:rsid w:val="00CE2CDE"/>
    <w:rsid w:val="00CE3AE3"/>
    <w:rsid w:val="00CF0029"/>
    <w:rsid w:val="00D00FBE"/>
    <w:rsid w:val="00D1371B"/>
    <w:rsid w:val="00D548DC"/>
    <w:rsid w:val="00D978A7"/>
    <w:rsid w:val="00DD3459"/>
    <w:rsid w:val="00DF494B"/>
    <w:rsid w:val="00E608EC"/>
    <w:rsid w:val="00E6608E"/>
    <w:rsid w:val="00E67DC4"/>
    <w:rsid w:val="00E7365D"/>
    <w:rsid w:val="00E75313"/>
    <w:rsid w:val="00EB30C8"/>
    <w:rsid w:val="00EC53F3"/>
    <w:rsid w:val="00EE1403"/>
    <w:rsid w:val="00EF4A87"/>
    <w:rsid w:val="00EF7E4A"/>
    <w:rsid w:val="00F22E37"/>
    <w:rsid w:val="00F4384F"/>
    <w:rsid w:val="00F535DA"/>
    <w:rsid w:val="00F6475D"/>
    <w:rsid w:val="00F84EA5"/>
    <w:rsid w:val="00F95500"/>
    <w:rsid w:val="00F96D17"/>
    <w:rsid w:val="00FB0AF0"/>
    <w:rsid w:val="00FD6117"/>
    <w:rsid w:val="00FE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6A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26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6ACA"/>
    <w:pPr>
      <w:ind w:left="720"/>
      <w:contextualSpacing/>
    </w:pPr>
  </w:style>
  <w:style w:type="character" w:styleId="Hyperlink">
    <w:name w:val="Hyperlink"/>
    <w:basedOn w:val="DefaultParagraphFont"/>
    <w:rsid w:val="004C7C8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A71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17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6A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26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6ACA"/>
    <w:pPr>
      <w:ind w:left="720"/>
      <w:contextualSpacing/>
    </w:pPr>
  </w:style>
  <w:style w:type="character" w:styleId="Hyperlink">
    <w:name w:val="Hyperlink"/>
    <w:basedOn w:val="DefaultParagraphFont"/>
    <w:rsid w:val="004C7C8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A71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17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1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EF441C37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Department of Education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REYNOLDS Noemi</dc:creator>
  <cp:lastModifiedBy>SAMBHARA Vani</cp:lastModifiedBy>
  <cp:revision>4</cp:revision>
  <cp:lastPrinted>2017-05-17T00:59:00Z</cp:lastPrinted>
  <dcterms:created xsi:type="dcterms:W3CDTF">2018-02-05T08:19:00Z</dcterms:created>
  <dcterms:modified xsi:type="dcterms:W3CDTF">2018-02-06T03:20:00Z</dcterms:modified>
</cp:coreProperties>
</file>