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BE4D5" w:themeColor="accent2" w:themeTint="33"/>
  <w:body>
    <w:p w:rsidR="00C24F2C" w:rsidRPr="00D15473" w:rsidRDefault="00D15473" w:rsidP="00ED6554">
      <w:pPr>
        <w:jc w:val="center"/>
        <w:rPr>
          <w:b/>
          <w:sz w:val="36"/>
          <w:u w:val="single"/>
        </w:rPr>
      </w:pPr>
      <w:bookmarkStart w:id="0" w:name="_GoBack"/>
      <w:bookmarkEnd w:id="0"/>
      <w:r>
        <w:rPr>
          <w:b/>
          <w:sz w:val="36"/>
          <w:u w:val="single"/>
        </w:rPr>
        <w:t xml:space="preserve">Instruction </w:t>
      </w:r>
      <w:r w:rsidR="00ED6554" w:rsidRPr="00D15473">
        <w:rPr>
          <w:b/>
          <w:sz w:val="36"/>
          <w:u w:val="single"/>
        </w:rPr>
        <w:t>for students</w:t>
      </w:r>
      <w:r>
        <w:rPr>
          <w:b/>
          <w:sz w:val="36"/>
          <w:u w:val="single"/>
        </w:rPr>
        <w:t xml:space="preserve"> using WebEx</w:t>
      </w:r>
    </w:p>
    <w:p w:rsidR="00ED6554" w:rsidRPr="00D15473" w:rsidRDefault="00ED6554" w:rsidP="00ED6554">
      <w:pPr>
        <w:jc w:val="center"/>
        <w:rPr>
          <w:b/>
          <w:sz w:val="40"/>
          <w:u w:val="single"/>
        </w:rPr>
      </w:pPr>
    </w:p>
    <w:p w:rsidR="00ED6554" w:rsidRPr="00D15473" w:rsidRDefault="00ED6554" w:rsidP="00ED6554">
      <w:pPr>
        <w:pStyle w:val="ListParagraph"/>
        <w:numPr>
          <w:ilvl w:val="0"/>
          <w:numId w:val="1"/>
        </w:numPr>
        <w:rPr>
          <w:b/>
          <w:sz w:val="28"/>
        </w:rPr>
      </w:pPr>
      <w:r w:rsidRPr="00D15473">
        <w:rPr>
          <w:b/>
          <w:sz w:val="28"/>
        </w:rPr>
        <w:t>Go to your education department email on:</w:t>
      </w:r>
      <w:r w:rsidR="00312915" w:rsidRPr="00D15473">
        <w:rPr>
          <w:b/>
          <w:sz w:val="28"/>
        </w:rPr>
        <w:t xml:space="preserve">  </w:t>
      </w:r>
      <w:r w:rsidRPr="00D15473">
        <w:rPr>
          <w:b/>
          <w:sz w:val="28"/>
        </w:rPr>
        <w:t xml:space="preserve"> portal.det.wa.edu.au</w:t>
      </w:r>
      <w:r w:rsidR="00D15473">
        <w:rPr>
          <w:b/>
          <w:sz w:val="28"/>
        </w:rPr>
        <w:t xml:space="preserve"> </w:t>
      </w:r>
      <w:r w:rsidR="00D15473">
        <w:rPr>
          <w:b/>
          <w:sz w:val="28"/>
        </w:rPr>
        <w:br/>
      </w:r>
      <w:r w:rsidR="00D15473" w:rsidRPr="00D15473">
        <w:rPr>
          <w:b/>
          <w:i/>
          <w:color w:val="FF0000"/>
          <w:sz w:val="28"/>
          <w:u w:val="single"/>
        </w:rPr>
        <w:t>If you do not have an education department user name and password, please go and see your school coordinator as you will not be allowed to use personal emails.</w:t>
      </w:r>
      <w:r w:rsidRPr="00D15473">
        <w:rPr>
          <w:b/>
          <w:sz w:val="28"/>
        </w:rPr>
        <w:br/>
      </w:r>
    </w:p>
    <w:p w:rsidR="00627D3F" w:rsidRPr="00627D3F" w:rsidRDefault="00312915" w:rsidP="00D15473">
      <w:pPr>
        <w:pStyle w:val="ListParagraph"/>
        <w:numPr>
          <w:ilvl w:val="0"/>
          <w:numId w:val="1"/>
        </w:numPr>
        <w:rPr>
          <w:b/>
          <w:sz w:val="28"/>
        </w:rPr>
      </w:pPr>
      <w:r w:rsidRPr="00D15473">
        <w:rPr>
          <w:b/>
          <w:noProof/>
          <w:sz w:val="28"/>
          <w:lang w:eastAsia="en-A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D5462EA" wp14:editId="49636288">
                <wp:simplePos x="0" y="0"/>
                <wp:positionH relativeFrom="margin">
                  <wp:posOffset>-428625</wp:posOffset>
                </wp:positionH>
                <wp:positionV relativeFrom="paragraph">
                  <wp:posOffset>948055</wp:posOffset>
                </wp:positionV>
                <wp:extent cx="7498080" cy="5010150"/>
                <wp:effectExtent l="0" t="0" r="7620" b="0"/>
                <wp:wrapTight wrapText="bothSides">
                  <wp:wrapPolygon edited="0">
                    <wp:start x="1043" y="0"/>
                    <wp:lineTo x="1043" y="13141"/>
                    <wp:lineTo x="0" y="15440"/>
                    <wp:lineTo x="0" y="17083"/>
                    <wp:lineTo x="768" y="18397"/>
                    <wp:lineTo x="1043" y="19711"/>
                    <wp:lineTo x="1043" y="21518"/>
                    <wp:lineTo x="21567" y="21518"/>
                    <wp:lineTo x="21567" y="0"/>
                    <wp:lineTo x="1043" y="0"/>
                  </wp:wrapPolygon>
                </wp:wrapTight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98080" cy="5010150"/>
                          <a:chOff x="0" y="0"/>
                          <a:chExt cx="7498080" cy="4159250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90525" y="0"/>
                            <a:ext cx="7107555" cy="41592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Oval 2"/>
                        <wps:cNvSpPr/>
                        <wps:spPr>
                          <a:xfrm>
                            <a:off x="0" y="2362200"/>
                            <a:ext cx="4096002" cy="151536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9AFB8C" id="Group 7" o:spid="_x0000_s1026" style="position:absolute;margin-left:-33.75pt;margin-top:74.65pt;width:590.4pt;height:394.5pt;z-index:251660288;mso-position-horizontal-relative:margin;mso-height-relative:margin" coordsize="74980,41592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left:3905;width:71075;height:415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">
                  <v:imagedata r:id="rId7" o:title=""/>
                  <v:path arrowok="t"/>
                </v:shape>
                <v:oval id="Oval 2" o:spid="_x0000_s1028" style="position:absolute;top:23622;width:40960;height:151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" filled="f" strokecolor="red" strokeweight="1pt">
                  <v:stroke joinstyle="miter"/>
                </v:oval>
                <w10:wrap type="tight" anchorx="margin"/>
              </v:group>
            </w:pict>
          </mc:Fallback>
        </mc:AlternateContent>
      </w:r>
      <w:r w:rsidR="00ED6554" w:rsidRPr="00D15473">
        <w:rPr>
          <w:b/>
          <w:sz w:val="28"/>
        </w:rPr>
        <w:t>You would have received an email from your te</w:t>
      </w:r>
      <w:r w:rsidR="00D15473">
        <w:rPr>
          <w:b/>
          <w:sz w:val="28"/>
        </w:rPr>
        <w:t xml:space="preserve">acher inviting you to the WebEx </w:t>
      </w:r>
      <w:r w:rsidR="00ED6554" w:rsidRPr="00D15473">
        <w:rPr>
          <w:b/>
          <w:sz w:val="28"/>
        </w:rPr>
        <w:t>lesson.</w:t>
      </w:r>
      <w:r w:rsidR="00627D3F">
        <w:rPr>
          <w:b/>
          <w:sz w:val="28"/>
        </w:rPr>
        <w:t xml:space="preserve"> </w:t>
      </w:r>
      <w:r w:rsidR="00627D3F" w:rsidRPr="00D15473">
        <w:rPr>
          <w:b/>
          <w:sz w:val="28"/>
        </w:rPr>
        <w:t xml:space="preserve">Follow the </w:t>
      </w:r>
      <w:r w:rsidR="00627D3F">
        <w:rPr>
          <w:b/>
          <w:sz w:val="28"/>
        </w:rPr>
        <w:t xml:space="preserve">instructions in the red circle. </w:t>
      </w:r>
      <w:r w:rsidR="00627D3F" w:rsidRPr="00D15473">
        <w:rPr>
          <w:b/>
          <w:sz w:val="28"/>
        </w:rPr>
        <w:t>This will get you into your lesson.</w:t>
      </w:r>
      <w:r w:rsidR="00627D3F" w:rsidRPr="00D15473">
        <w:rPr>
          <w:b/>
          <w:sz w:val="28"/>
        </w:rPr>
        <w:br/>
      </w:r>
      <w:r w:rsidR="00ED6554" w:rsidRPr="00D15473">
        <w:rPr>
          <w:b/>
          <w:sz w:val="28"/>
        </w:rPr>
        <w:br/>
      </w:r>
      <w:r w:rsidR="00ED6554" w:rsidRPr="00D15473">
        <w:rPr>
          <w:b/>
          <w:sz w:val="28"/>
        </w:rPr>
        <w:br/>
      </w:r>
      <w:r w:rsidRPr="00D15473">
        <w:rPr>
          <w:b/>
          <w:sz w:val="28"/>
        </w:rPr>
        <w:br/>
      </w:r>
    </w:p>
    <w:p w:rsidR="00312915" w:rsidRPr="00627D3F" w:rsidRDefault="00627D3F" w:rsidP="00627D3F">
      <w:pPr>
        <w:ind w:left="360"/>
        <w:rPr>
          <w:b/>
          <w:sz w:val="28"/>
        </w:rPr>
      </w:pPr>
      <w:r>
        <w:rPr>
          <w:b/>
          <w:i/>
          <w:color w:val="FF0000"/>
          <w:sz w:val="28"/>
        </w:rPr>
        <w:br/>
      </w:r>
      <w:r>
        <w:rPr>
          <w:b/>
          <w:i/>
          <w:color w:val="FF0000"/>
          <w:sz w:val="28"/>
        </w:rPr>
        <w:br/>
      </w:r>
      <w:r>
        <w:rPr>
          <w:b/>
          <w:i/>
          <w:color w:val="FF0000"/>
          <w:sz w:val="28"/>
        </w:rPr>
        <w:br/>
      </w:r>
      <w:r>
        <w:rPr>
          <w:b/>
          <w:i/>
          <w:color w:val="FF0000"/>
          <w:sz w:val="28"/>
        </w:rPr>
        <w:br/>
      </w:r>
      <w:r>
        <w:rPr>
          <w:b/>
          <w:i/>
          <w:color w:val="FF0000"/>
          <w:sz w:val="28"/>
        </w:rPr>
        <w:br/>
      </w:r>
      <w:r>
        <w:rPr>
          <w:b/>
          <w:i/>
          <w:color w:val="FF0000"/>
          <w:sz w:val="28"/>
        </w:rPr>
        <w:lastRenderedPageBreak/>
        <w:br/>
      </w:r>
      <w:r>
        <w:rPr>
          <w:b/>
          <w:i/>
          <w:color w:val="FF0000"/>
          <w:sz w:val="28"/>
        </w:rPr>
        <w:br/>
      </w:r>
      <w:r>
        <w:rPr>
          <w:b/>
          <w:i/>
          <w:color w:val="FF0000"/>
          <w:sz w:val="28"/>
        </w:rPr>
        <w:br/>
      </w:r>
      <w:r>
        <w:rPr>
          <w:b/>
          <w:i/>
          <w:color w:val="FF0000"/>
          <w:sz w:val="28"/>
        </w:rPr>
        <w:br/>
      </w:r>
      <w:r>
        <w:rPr>
          <w:b/>
          <w:i/>
          <w:color w:val="FF0000"/>
          <w:sz w:val="28"/>
        </w:rPr>
        <w:br/>
      </w:r>
      <w:r w:rsidR="00312915" w:rsidRPr="00627D3F">
        <w:rPr>
          <w:b/>
          <w:i/>
          <w:color w:val="FF0000"/>
          <w:sz w:val="28"/>
        </w:rPr>
        <w:t>Note: Before each lesson you will receive a lesson reminder email.</w:t>
      </w:r>
    </w:p>
    <w:p w:rsidR="00ED6554" w:rsidRPr="00D15473" w:rsidRDefault="00ED6554" w:rsidP="00ED6554">
      <w:pPr>
        <w:pStyle w:val="ListParagraph"/>
        <w:rPr>
          <w:b/>
          <w:sz w:val="28"/>
        </w:rPr>
      </w:pPr>
    </w:p>
    <w:p w:rsidR="00ED6554" w:rsidRDefault="00627D3F" w:rsidP="00ED6554">
      <w:pPr>
        <w:pStyle w:val="ListParagraph"/>
        <w:rPr>
          <w:b/>
          <w:sz w:val="28"/>
        </w:rPr>
      </w:pPr>
      <w:r w:rsidRPr="00D15473">
        <w:rPr>
          <w:noProof/>
          <w:lang w:eastAsia="en-AU"/>
        </w:rPr>
        <w:drawing>
          <wp:anchor distT="0" distB="0" distL="114300" distR="114300" simplePos="0" relativeHeight="251661312" behindDoc="1" locked="0" layoutInCell="1" allowOverlap="1" wp14:anchorId="16750BF7" wp14:editId="2358B6E2">
            <wp:simplePos x="0" y="0"/>
            <wp:positionH relativeFrom="margin">
              <wp:align>left</wp:align>
            </wp:positionH>
            <wp:positionV relativeFrom="paragraph">
              <wp:posOffset>281305</wp:posOffset>
            </wp:positionV>
            <wp:extent cx="6859270" cy="2790825"/>
            <wp:effectExtent l="0" t="0" r="0" b="9525"/>
            <wp:wrapTight wrapText="bothSides">
              <wp:wrapPolygon edited="0">
                <wp:start x="0" y="0"/>
                <wp:lineTo x="0" y="21526"/>
                <wp:lineTo x="21536" y="21526"/>
                <wp:lineTo x="21536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927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7D3F" w:rsidRDefault="00627D3F" w:rsidP="00ED6554">
      <w:pPr>
        <w:pStyle w:val="ListParagraph"/>
        <w:rPr>
          <w:b/>
          <w:sz w:val="28"/>
        </w:rPr>
      </w:pPr>
    </w:p>
    <w:p w:rsidR="00627D3F" w:rsidRDefault="00627D3F" w:rsidP="00ED6554">
      <w:pPr>
        <w:pStyle w:val="ListParagraph"/>
        <w:rPr>
          <w:b/>
          <w:sz w:val="28"/>
        </w:rPr>
      </w:pPr>
    </w:p>
    <w:p w:rsidR="00627D3F" w:rsidRDefault="00627D3F" w:rsidP="00ED6554">
      <w:pPr>
        <w:pStyle w:val="ListParagraph"/>
        <w:rPr>
          <w:b/>
          <w:sz w:val="28"/>
        </w:rPr>
      </w:pPr>
    </w:p>
    <w:p w:rsidR="00627D3F" w:rsidRDefault="00627D3F" w:rsidP="00ED6554">
      <w:pPr>
        <w:pStyle w:val="ListParagraph"/>
        <w:rPr>
          <w:b/>
          <w:sz w:val="28"/>
        </w:rPr>
      </w:pPr>
    </w:p>
    <w:p w:rsidR="00627D3F" w:rsidRDefault="00627D3F" w:rsidP="00ED6554">
      <w:pPr>
        <w:pStyle w:val="ListParagraph"/>
        <w:rPr>
          <w:b/>
          <w:sz w:val="28"/>
        </w:rPr>
      </w:pPr>
    </w:p>
    <w:p w:rsidR="00627D3F" w:rsidRDefault="00627D3F" w:rsidP="00ED6554">
      <w:pPr>
        <w:pStyle w:val="ListParagraph"/>
        <w:rPr>
          <w:b/>
          <w:sz w:val="28"/>
        </w:rPr>
      </w:pPr>
    </w:p>
    <w:p w:rsidR="00627D3F" w:rsidRDefault="00627D3F" w:rsidP="00ED6554">
      <w:pPr>
        <w:pStyle w:val="ListParagraph"/>
        <w:rPr>
          <w:b/>
          <w:sz w:val="28"/>
        </w:rPr>
      </w:pPr>
    </w:p>
    <w:p w:rsidR="00627D3F" w:rsidRDefault="00627D3F" w:rsidP="00ED6554">
      <w:pPr>
        <w:pStyle w:val="ListParagraph"/>
        <w:rPr>
          <w:b/>
          <w:sz w:val="28"/>
        </w:rPr>
      </w:pPr>
    </w:p>
    <w:p w:rsidR="00627D3F" w:rsidRDefault="00627D3F" w:rsidP="00ED6554">
      <w:pPr>
        <w:pStyle w:val="ListParagraph"/>
        <w:rPr>
          <w:b/>
          <w:sz w:val="28"/>
        </w:rPr>
      </w:pPr>
    </w:p>
    <w:p w:rsidR="00627D3F" w:rsidRDefault="00627D3F" w:rsidP="00ED6554">
      <w:pPr>
        <w:pStyle w:val="ListParagraph"/>
        <w:rPr>
          <w:b/>
          <w:sz w:val="28"/>
        </w:rPr>
      </w:pPr>
    </w:p>
    <w:p w:rsidR="00627D3F" w:rsidRDefault="00627D3F" w:rsidP="00ED6554">
      <w:pPr>
        <w:pStyle w:val="ListParagraph"/>
        <w:rPr>
          <w:b/>
          <w:sz w:val="28"/>
        </w:rPr>
      </w:pPr>
    </w:p>
    <w:p w:rsidR="00627D3F" w:rsidRDefault="00627D3F" w:rsidP="00ED6554">
      <w:pPr>
        <w:pStyle w:val="ListParagraph"/>
        <w:rPr>
          <w:b/>
          <w:sz w:val="28"/>
        </w:rPr>
      </w:pPr>
    </w:p>
    <w:p w:rsidR="00627D3F" w:rsidRDefault="00627D3F" w:rsidP="00ED6554">
      <w:pPr>
        <w:pStyle w:val="ListParagraph"/>
        <w:rPr>
          <w:b/>
          <w:sz w:val="28"/>
        </w:rPr>
      </w:pPr>
    </w:p>
    <w:p w:rsidR="00627D3F" w:rsidRDefault="00627D3F" w:rsidP="00ED6554">
      <w:pPr>
        <w:pStyle w:val="ListParagraph"/>
        <w:rPr>
          <w:b/>
          <w:sz w:val="28"/>
        </w:rPr>
      </w:pPr>
    </w:p>
    <w:p w:rsidR="00627D3F" w:rsidRDefault="00627D3F" w:rsidP="00ED6554">
      <w:pPr>
        <w:pStyle w:val="ListParagraph"/>
        <w:rPr>
          <w:b/>
          <w:sz w:val="28"/>
        </w:rPr>
      </w:pPr>
    </w:p>
    <w:p w:rsidR="00627D3F" w:rsidRDefault="00627D3F" w:rsidP="00ED6554">
      <w:pPr>
        <w:pStyle w:val="ListParagraph"/>
        <w:rPr>
          <w:b/>
          <w:sz w:val="28"/>
        </w:rPr>
      </w:pPr>
    </w:p>
    <w:p w:rsidR="00627D3F" w:rsidRDefault="00627D3F" w:rsidP="00ED6554">
      <w:pPr>
        <w:pStyle w:val="ListParagraph"/>
        <w:rPr>
          <w:b/>
          <w:sz w:val="28"/>
        </w:rPr>
      </w:pPr>
    </w:p>
    <w:p w:rsidR="00627D3F" w:rsidRDefault="00627D3F" w:rsidP="00ED6554">
      <w:pPr>
        <w:pStyle w:val="ListParagraph"/>
        <w:rPr>
          <w:b/>
          <w:sz w:val="28"/>
        </w:rPr>
      </w:pPr>
    </w:p>
    <w:p w:rsidR="00627D3F" w:rsidRPr="00627D3F" w:rsidRDefault="00627D3F" w:rsidP="00627D3F">
      <w:pPr>
        <w:rPr>
          <w:b/>
          <w:sz w:val="28"/>
        </w:rPr>
      </w:pPr>
    </w:p>
    <w:p w:rsidR="00627D3F" w:rsidRDefault="00627D3F" w:rsidP="00ED6554">
      <w:pPr>
        <w:pStyle w:val="ListParagraph"/>
        <w:rPr>
          <w:b/>
          <w:sz w:val="28"/>
        </w:rPr>
      </w:pPr>
    </w:p>
    <w:p w:rsidR="00627D3F" w:rsidRDefault="00627D3F" w:rsidP="00ED6554">
      <w:pPr>
        <w:pStyle w:val="ListParagraph"/>
        <w:rPr>
          <w:b/>
          <w:sz w:val="28"/>
        </w:rPr>
      </w:pPr>
    </w:p>
    <w:p w:rsidR="00627D3F" w:rsidRDefault="00627D3F" w:rsidP="00627D3F">
      <w:pPr>
        <w:pStyle w:val="ListParagraph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Once you are in the lesson, please set up your microphone.</w:t>
      </w:r>
    </w:p>
    <w:p w:rsidR="00627D3F" w:rsidRDefault="00627D3F" w:rsidP="00ED6554">
      <w:pPr>
        <w:pStyle w:val="ListParagraph"/>
        <w:rPr>
          <w:b/>
          <w:sz w:val="28"/>
        </w:rPr>
      </w:pPr>
    </w:p>
    <w:p w:rsidR="00627D3F" w:rsidRDefault="00627D3F" w:rsidP="00ED6554">
      <w:pPr>
        <w:pStyle w:val="ListParagraph"/>
        <w:rPr>
          <w:b/>
          <w:sz w:val="28"/>
        </w:rPr>
      </w:pPr>
      <w:r w:rsidRPr="00D15473">
        <w:rPr>
          <w:b/>
          <w:noProof/>
          <w:sz w:val="28"/>
          <w:lang w:eastAsia="en-AU"/>
        </w:rPr>
        <w:drawing>
          <wp:anchor distT="0" distB="0" distL="114300" distR="114300" simplePos="0" relativeHeight="251663360" behindDoc="1" locked="0" layoutInCell="1" allowOverlap="1" wp14:anchorId="6F025572" wp14:editId="4794F3C5">
            <wp:simplePos x="0" y="0"/>
            <wp:positionH relativeFrom="page">
              <wp:posOffset>1009650</wp:posOffset>
            </wp:positionH>
            <wp:positionV relativeFrom="paragraph">
              <wp:posOffset>103505</wp:posOffset>
            </wp:positionV>
            <wp:extent cx="5705475" cy="8715375"/>
            <wp:effectExtent l="0" t="0" r="9525" b="9525"/>
            <wp:wrapTight wrapText="bothSides">
              <wp:wrapPolygon edited="0">
                <wp:start x="0" y="0"/>
                <wp:lineTo x="0" y="283"/>
                <wp:lineTo x="10818" y="755"/>
                <wp:lineTo x="72" y="803"/>
                <wp:lineTo x="72" y="7318"/>
                <wp:lineTo x="1226" y="7554"/>
                <wp:lineTo x="3462" y="7554"/>
                <wp:lineTo x="361" y="7979"/>
                <wp:lineTo x="72" y="8073"/>
                <wp:lineTo x="72" y="13267"/>
                <wp:lineTo x="1731" y="13597"/>
                <wp:lineTo x="3678" y="13597"/>
                <wp:lineTo x="721" y="13928"/>
                <wp:lineTo x="144" y="14022"/>
                <wp:lineTo x="216" y="20490"/>
                <wp:lineTo x="16371" y="21246"/>
                <wp:lineTo x="16516" y="21576"/>
                <wp:lineTo x="16588" y="21576"/>
                <wp:lineTo x="21348" y="21576"/>
                <wp:lineTo x="21564" y="21340"/>
                <wp:lineTo x="21564" y="19027"/>
                <wp:lineTo x="21131" y="18791"/>
                <wp:lineTo x="21131" y="18130"/>
                <wp:lineTo x="8366" y="18130"/>
                <wp:lineTo x="8366" y="17374"/>
                <wp:lineTo x="21564" y="17233"/>
                <wp:lineTo x="21564" y="15439"/>
                <wp:lineTo x="20843" y="15439"/>
                <wp:lineTo x="8366" y="15108"/>
                <wp:lineTo x="8510" y="14070"/>
                <wp:lineTo x="7717" y="13928"/>
                <wp:lineTo x="4616" y="13597"/>
                <wp:lineTo x="7140" y="13597"/>
                <wp:lineTo x="9159" y="13267"/>
                <wp:lineTo x="9087" y="12842"/>
                <wp:lineTo x="11756" y="12842"/>
                <wp:lineTo x="21059" y="12275"/>
                <wp:lineTo x="21203" y="11378"/>
                <wp:lineTo x="20626" y="11331"/>
                <wp:lineTo x="9087" y="11331"/>
                <wp:lineTo x="9231" y="8073"/>
                <wp:lineTo x="8582" y="7979"/>
                <wp:lineTo x="4399" y="7554"/>
                <wp:lineTo x="14640" y="7554"/>
                <wp:lineTo x="21564" y="7271"/>
                <wp:lineTo x="21564" y="5996"/>
                <wp:lineTo x="8799" y="5288"/>
                <wp:lineTo x="8799" y="3777"/>
                <wp:lineTo x="16083" y="3777"/>
                <wp:lineTo x="20987" y="3494"/>
                <wp:lineTo x="20987" y="2219"/>
                <wp:lineTo x="8799" y="1511"/>
                <wp:lineTo x="10818" y="755"/>
                <wp:lineTo x="10674" y="567"/>
                <wp:lineTo x="10097" y="0"/>
                <wp:lineTo x="9953" y="0"/>
                <wp:lineTo x="0" y="0"/>
              </wp:wrapPolygon>
            </wp:wrapTight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" name="Picture 212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8715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7D3F" w:rsidRDefault="00627D3F" w:rsidP="00ED6554">
      <w:pPr>
        <w:pStyle w:val="ListParagraph"/>
        <w:rPr>
          <w:b/>
          <w:sz w:val="28"/>
        </w:rPr>
      </w:pPr>
    </w:p>
    <w:p w:rsidR="00627D3F" w:rsidRDefault="00627D3F" w:rsidP="00ED6554">
      <w:pPr>
        <w:pStyle w:val="ListParagraph"/>
        <w:rPr>
          <w:b/>
          <w:sz w:val="28"/>
        </w:rPr>
      </w:pPr>
    </w:p>
    <w:p w:rsidR="00627D3F" w:rsidRDefault="00627D3F" w:rsidP="00ED6554">
      <w:pPr>
        <w:pStyle w:val="ListParagraph"/>
        <w:rPr>
          <w:b/>
          <w:sz w:val="28"/>
        </w:rPr>
      </w:pPr>
    </w:p>
    <w:p w:rsidR="00627D3F" w:rsidRDefault="00627D3F" w:rsidP="00ED6554">
      <w:pPr>
        <w:pStyle w:val="ListParagraph"/>
        <w:rPr>
          <w:b/>
          <w:sz w:val="28"/>
        </w:rPr>
      </w:pPr>
    </w:p>
    <w:p w:rsidR="00627D3F" w:rsidRDefault="00627D3F" w:rsidP="00ED6554">
      <w:pPr>
        <w:pStyle w:val="ListParagraph"/>
        <w:rPr>
          <w:b/>
          <w:sz w:val="28"/>
        </w:rPr>
      </w:pPr>
    </w:p>
    <w:p w:rsidR="00627D3F" w:rsidRPr="00D15473" w:rsidRDefault="00627D3F" w:rsidP="00ED6554">
      <w:pPr>
        <w:pStyle w:val="ListParagraph"/>
        <w:rPr>
          <w:b/>
          <w:sz w:val="28"/>
        </w:rPr>
      </w:pPr>
    </w:p>
    <w:p w:rsidR="00ED6554" w:rsidRPr="00D15473" w:rsidRDefault="00ED6554" w:rsidP="00ED6554">
      <w:pPr>
        <w:pStyle w:val="ListParagraph"/>
        <w:rPr>
          <w:b/>
          <w:sz w:val="28"/>
        </w:rPr>
      </w:pPr>
    </w:p>
    <w:p w:rsidR="00ED6554" w:rsidRPr="00D15473" w:rsidRDefault="00ED6554" w:rsidP="00ED6554">
      <w:pPr>
        <w:pStyle w:val="ListParagraph"/>
        <w:rPr>
          <w:b/>
          <w:sz w:val="28"/>
        </w:rPr>
      </w:pPr>
    </w:p>
    <w:p w:rsidR="00ED6554" w:rsidRPr="00ED6554" w:rsidRDefault="00ED6554" w:rsidP="00ED6554">
      <w:pPr>
        <w:pStyle w:val="ListParagraph"/>
      </w:pPr>
    </w:p>
    <w:sectPr w:rsidR="00ED6554" w:rsidRPr="00ED6554" w:rsidSect="004B29B9">
      <w:pgSz w:w="11906" w:h="16838"/>
      <w:pgMar w:top="720" w:right="720" w:bottom="720" w:left="720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FD4FA0"/>
    <w:multiLevelType w:val="hybridMultilevel"/>
    <w:tmpl w:val="22B6E12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554"/>
    <w:rsid w:val="00312915"/>
    <w:rsid w:val="004B29B9"/>
    <w:rsid w:val="00627D3F"/>
    <w:rsid w:val="00BC1038"/>
    <w:rsid w:val="00C24F2C"/>
    <w:rsid w:val="00D15473"/>
    <w:rsid w:val="00ED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661]"/>
    </o:shapedefaults>
    <o:shapelayout v:ext="edit">
      <o:idmap v:ext="edit" data="1"/>
    </o:shapelayout>
  </w:shapeDefaults>
  <w:decimalSymbol w:val="."/>
  <w:listSeparator w:val=","/>
  <w15:chartTrackingRefBased/>
  <w15:docId w15:val="{D24AE39B-D70D-4F0E-8169-589B3C48D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65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584AE-C765-44AE-84C7-9C8F8D758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FF1F5DAA</Template>
  <TotalTime>30</TotalTime>
  <Pages>3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SAMBHARA Vani [Perth Modern School]</dc:creator>
  <cp:keywords/>
  <dc:description/>
  <cp:lastModifiedBy>SAMBHARA Vani [Perth Modern School]</cp:lastModifiedBy>
  <cp:revision>4</cp:revision>
  <dcterms:created xsi:type="dcterms:W3CDTF">2018-09-14T03:41:00Z</dcterms:created>
  <dcterms:modified xsi:type="dcterms:W3CDTF">2018-09-14T05:26:00Z</dcterms:modified>
</cp:coreProperties>
</file>